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5629" w14:textId="77777777" w:rsidR="000C44D1" w:rsidRPr="00431EC8" w:rsidRDefault="000C44D1" w:rsidP="000C44D1">
      <w:pPr>
        <w:autoSpaceDE w:val="0"/>
        <w:autoSpaceDN w:val="0"/>
        <w:adjustRightInd w:val="0"/>
        <w:jc w:val="right"/>
        <w:rPr>
          <w:sz w:val="22"/>
          <w:lang w:val="en-CA"/>
        </w:rPr>
      </w:pPr>
    </w:p>
    <w:p w14:paraId="7E360EEE" w14:textId="44BFC371" w:rsidR="00E9599C" w:rsidRDefault="00E9599C" w:rsidP="00E9599C">
      <w:pPr>
        <w:widowControl/>
        <w:spacing w:line="360" w:lineRule="auto"/>
        <w:jc w:val="righ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DATE \@ "MMMM d, yyyy" </w:instrText>
      </w:r>
      <w:r>
        <w:rPr>
          <w:sz w:val="22"/>
        </w:rPr>
        <w:fldChar w:fldCharType="separate"/>
      </w:r>
      <w:r w:rsidR="0070768D">
        <w:rPr>
          <w:noProof/>
          <w:sz w:val="22"/>
        </w:rPr>
        <w:t>July 31, 2022</w:t>
      </w:r>
      <w:r>
        <w:rPr>
          <w:sz w:val="22"/>
        </w:rPr>
        <w:fldChar w:fldCharType="end"/>
      </w:r>
    </w:p>
    <w:p w14:paraId="72788E54" w14:textId="25385C34" w:rsidR="00D2436B" w:rsidRPr="00C03BEE" w:rsidRDefault="00D2436B" w:rsidP="00C03BEE">
      <w:pPr>
        <w:widowControl/>
        <w:spacing w:line="360" w:lineRule="auto"/>
        <w:jc w:val="left"/>
        <w:rPr>
          <w:sz w:val="22"/>
        </w:rPr>
      </w:pPr>
      <w:r w:rsidRPr="00C03BEE">
        <w:rPr>
          <w:sz w:val="22"/>
        </w:rPr>
        <w:t>Citizenship and Immigration – Visitor Record</w:t>
      </w:r>
      <w:r w:rsidRPr="00C03BEE">
        <w:rPr>
          <w:sz w:val="22"/>
        </w:rPr>
        <w:br/>
        <w:t>CPC-Vegreville</w:t>
      </w:r>
      <w:r w:rsidRPr="00C03BEE">
        <w:rPr>
          <w:sz w:val="22"/>
        </w:rPr>
        <w:br/>
        <w:t>6212-55th Avenue – Unit 101</w:t>
      </w:r>
      <w:r w:rsidRPr="00C03BEE">
        <w:rPr>
          <w:sz w:val="22"/>
        </w:rPr>
        <w:br/>
        <w:t>Vegreville, AB</w:t>
      </w:r>
      <w:r w:rsidRPr="00C03BEE">
        <w:rPr>
          <w:sz w:val="22"/>
        </w:rPr>
        <w:br/>
        <w:t>T9C 1X5</w:t>
      </w:r>
    </w:p>
    <w:p w14:paraId="167FD2BB" w14:textId="77777777" w:rsidR="00EB3BE0" w:rsidRPr="00C03BEE" w:rsidRDefault="00EB3BE0" w:rsidP="00C03BEE">
      <w:pPr>
        <w:spacing w:line="360" w:lineRule="auto"/>
        <w:rPr>
          <w:sz w:val="22"/>
        </w:rPr>
      </w:pPr>
    </w:p>
    <w:p w14:paraId="40C41145" w14:textId="23CBE409" w:rsidR="00EB3BE0" w:rsidRPr="00C03BEE" w:rsidRDefault="00D2436B" w:rsidP="00C03BEE">
      <w:pPr>
        <w:spacing w:line="360" w:lineRule="auto"/>
        <w:rPr>
          <w:sz w:val="22"/>
        </w:rPr>
      </w:pPr>
      <w:r w:rsidRPr="00C03BEE">
        <w:rPr>
          <w:sz w:val="22"/>
        </w:rPr>
        <w:t>Dear officer,</w:t>
      </w:r>
    </w:p>
    <w:p w14:paraId="3CD76CE4" w14:textId="77777777" w:rsidR="00EB3BE0" w:rsidRPr="00C03BEE" w:rsidRDefault="00EB3BE0" w:rsidP="00C03BEE">
      <w:pPr>
        <w:spacing w:line="360" w:lineRule="auto"/>
        <w:rPr>
          <w:sz w:val="22"/>
        </w:rPr>
      </w:pPr>
    </w:p>
    <w:p w14:paraId="25488A13" w14:textId="000A2ED3" w:rsidR="005B29BF" w:rsidRDefault="00D2436B" w:rsidP="00C03BEE">
      <w:pPr>
        <w:spacing w:line="360" w:lineRule="auto"/>
        <w:rPr>
          <w:sz w:val="22"/>
        </w:rPr>
      </w:pPr>
      <w:r>
        <w:rPr>
          <w:sz w:val="22"/>
        </w:rPr>
        <w:t xml:space="preserve">I am writing for applying a visitor record for my client, </w:t>
      </w:r>
      <w:r w:rsidR="00431EC8">
        <w:rPr>
          <w:sz w:val="22"/>
        </w:rPr>
        <w:t>{{person</w:t>
      </w:r>
      <w:r w:rsidR="00E9599C">
        <w:rPr>
          <w:sz w:val="22"/>
        </w:rPr>
        <w:t>al</w:t>
      </w:r>
      <w:r w:rsidR="00B7228E">
        <w:rPr>
          <w:sz w:val="22"/>
        </w:rPr>
        <w:t>.first_name</w:t>
      </w:r>
      <w:r w:rsidR="00A7356F">
        <w:rPr>
          <w:sz w:val="22"/>
        </w:rPr>
        <w:t xml:space="preserve"> }</w:t>
      </w:r>
      <w:r w:rsidR="00431EC8">
        <w:rPr>
          <w:sz w:val="22"/>
        </w:rPr>
        <w:t>}</w:t>
      </w:r>
      <w:r w:rsidR="00B7228E">
        <w:rPr>
          <w:sz w:val="22"/>
        </w:rPr>
        <w:t xml:space="preserve"> {{personal.last_name}</w:t>
      </w:r>
      <w:r w:rsidR="00431EC8">
        <w:rPr>
          <w:sz w:val="22"/>
        </w:rPr>
        <w:t>}</w:t>
      </w:r>
      <w:r>
        <w:rPr>
          <w:sz w:val="22"/>
        </w:rPr>
        <w:t>.</w:t>
      </w:r>
    </w:p>
    <w:p w14:paraId="48A0414E" w14:textId="74585C2E" w:rsidR="00932491" w:rsidRDefault="00932491" w:rsidP="00C03BEE">
      <w:pPr>
        <w:spacing w:line="360" w:lineRule="auto"/>
        <w:rPr>
          <w:sz w:val="22"/>
        </w:rPr>
      </w:pPr>
      <w:r>
        <w:rPr>
          <w:sz w:val="22"/>
        </w:rPr>
        <w:t>{{</w:t>
      </w:r>
      <w:r w:rsidR="00415AEE">
        <w:rPr>
          <w:sz w:val="22"/>
          <w:lang w:val="en-CA"/>
        </w:rPr>
        <w:t>visit_description</w:t>
      </w:r>
      <w:r>
        <w:rPr>
          <w:sz w:val="22"/>
        </w:rPr>
        <w:t>}}</w:t>
      </w:r>
    </w:p>
    <w:p w14:paraId="6AE5D2CA" w14:textId="409DBF21" w:rsidR="00FA2C40" w:rsidRDefault="00932491" w:rsidP="00C03BEE">
      <w:pPr>
        <w:spacing w:line="360" w:lineRule="auto"/>
        <w:rPr>
          <w:sz w:val="22"/>
        </w:rPr>
      </w:pPr>
      <w:r>
        <w:rPr>
          <w:sz w:val="22"/>
        </w:rPr>
        <w:t>{{vrincanada.reason_for_vr}}</w:t>
      </w:r>
    </w:p>
    <w:p w14:paraId="11EEE613" w14:textId="77777777" w:rsidR="00C90E4A" w:rsidRDefault="00C90E4A" w:rsidP="00C03BEE">
      <w:pPr>
        <w:spacing w:line="360" w:lineRule="auto"/>
        <w:rPr>
          <w:sz w:val="22"/>
        </w:rPr>
      </w:pPr>
    </w:p>
    <w:p w14:paraId="191EA557" w14:textId="5CBC068A" w:rsidR="00B80081" w:rsidRDefault="00BE64B2" w:rsidP="00C03BEE">
      <w:pPr>
        <w:spacing w:line="360" w:lineRule="auto"/>
        <w:rPr>
          <w:sz w:val="22"/>
        </w:rPr>
      </w:pPr>
      <w:r>
        <w:rPr>
          <w:sz w:val="22"/>
        </w:rPr>
        <w:t xml:space="preserve">{{ </w:t>
      </w:r>
      <w:r w:rsidR="00640E88">
        <w:rPr>
          <w:sz w:val="22"/>
        </w:rPr>
        <w:t>subject.</w:t>
      </w:r>
      <w:r w:rsidR="00DA60A5">
        <w:rPr>
          <w:sz w:val="22"/>
        </w:rPr>
        <w:t>title()</w:t>
      </w:r>
      <w:r>
        <w:rPr>
          <w:sz w:val="22"/>
        </w:rPr>
        <w:t>}}</w:t>
      </w:r>
      <w:r w:rsidR="00C03BEE">
        <w:rPr>
          <w:sz w:val="22"/>
        </w:rPr>
        <w:t xml:space="preserve"> has sufficient deposit (</w:t>
      </w:r>
      <w:r w:rsidR="00B80081">
        <w:rPr>
          <w:sz w:val="22"/>
        </w:rPr>
        <w:t>$</w:t>
      </w:r>
      <w:r w:rsidR="009321F8">
        <w:rPr>
          <w:sz w:val="22"/>
        </w:rPr>
        <w:t>{{vrincanada.funds_available}}</w:t>
      </w:r>
      <w:r w:rsidR="00B80081">
        <w:rPr>
          <w:sz w:val="22"/>
        </w:rPr>
        <w:t xml:space="preserve">) to support </w:t>
      </w:r>
      <w:r w:rsidR="00DA60A5">
        <w:rPr>
          <w:sz w:val="22"/>
        </w:rPr>
        <w:t xml:space="preserve">{{attributive}} </w:t>
      </w:r>
      <w:r w:rsidR="00B80081">
        <w:rPr>
          <w:sz w:val="22"/>
        </w:rPr>
        <w:t>life here</w:t>
      </w:r>
      <w:r w:rsidR="00C03BEE">
        <w:rPr>
          <w:sz w:val="22"/>
        </w:rPr>
        <w:t xml:space="preserve"> (please refer to the Proof of means of financial support)</w:t>
      </w:r>
      <w:r w:rsidR="00B80081">
        <w:rPr>
          <w:sz w:val="22"/>
        </w:rPr>
        <w:t xml:space="preserve">. </w:t>
      </w:r>
    </w:p>
    <w:p w14:paraId="47B9AAC9" w14:textId="77777777" w:rsidR="00CF6BAF" w:rsidRDefault="00CF6BAF" w:rsidP="00C03BEE">
      <w:pPr>
        <w:spacing w:line="360" w:lineRule="auto"/>
        <w:rPr>
          <w:sz w:val="22"/>
        </w:rPr>
      </w:pPr>
    </w:p>
    <w:p w14:paraId="38D9B2FE" w14:textId="2D6F8011" w:rsidR="00CF6BAF" w:rsidRDefault="000C44D1" w:rsidP="00C03BEE">
      <w:pPr>
        <w:spacing w:line="360" w:lineRule="auto"/>
        <w:rPr>
          <w:sz w:val="22"/>
        </w:rPr>
      </w:pPr>
      <w:r>
        <w:rPr>
          <w:sz w:val="22"/>
        </w:rPr>
        <w:t xml:space="preserve">I do appreciate if you </w:t>
      </w:r>
      <w:r w:rsidR="00C03BEE">
        <w:rPr>
          <w:sz w:val="22"/>
        </w:rPr>
        <w:t xml:space="preserve">approve </w:t>
      </w:r>
      <w:r w:rsidR="00DA60A5">
        <w:rPr>
          <w:sz w:val="22"/>
        </w:rPr>
        <w:t>{{attributive}}</w:t>
      </w:r>
      <w:r w:rsidR="00C03BEE">
        <w:rPr>
          <w:sz w:val="22"/>
        </w:rPr>
        <w:t xml:space="preserve"> application</w:t>
      </w:r>
      <w:r>
        <w:rPr>
          <w:sz w:val="22"/>
        </w:rPr>
        <w:t xml:space="preserve"> based on above reasons. Thanks very much.</w:t>
      </w:r>
    </w:p>
    <w:p w14:paraId="12B4892D" w14:textId="77777777" w:rsidR="000C44D1" w:rsidRDefault="000C44D1" w:rsidP="00C03BEE">
      <w:pPr>
        <w:spacing w:line="360" w:lineRule="auto"/>
        <w:rPr>
          <w:sz w:val="22"/>
        </w:rPr>
      </w:pPr>
    </w:p>
    <w:p w14:paraId="32FF4117" w14:textId="7F5F5F3A" w:rsidR="000C44D1" w:rsidRDefault="00013957" w:rsidP="00C03BEE">
      <w:pPr>
        <w:spacing w:line="360" w:lineRule="auto"/>
        <w:rPr>
          <w:sz w:val="22"/>
        </w:rPr>
      </w:pPr>
      <w:r>
        <w:rPr>
          <w:sz w:val="22"/>
        </w:rPr>
        <w:t>S</w:t>
      </w:r>
      <w:r w:rsidR="000C44D1">
        <w:rPr>
          <w:sz w:val="22"/>
        </w:rPr>
        <w:t>incerely,</w:t>
      </w:r>
    </w:p>
    <w:p w14:paraId="08D53DDE" w14:textId="77777777" w:rsidR="00013957" w:rsidRDefault="00013957" w:rsidP="00C03BEE">
      <w:pPr>
        <w:spacing w:line="360" w:lineRule="auto"/>
        <w:rPr>
          <w:sz w:val="22"/>
        </w:rPr>
      </w:pPr>
    </w:p>
    <w:p w14:paraId="77B3229F" w14:textId="77777777" w:rsidR="00013957" w:rsidRDefault="00013957" w:rsidP="00C03BEE">
      <w:pPr>
        <w:spacing w:line="360" w:lineRule="auto"/>
        <w:rPr>
          <w:sz w:val="22"/>
        </w:rPr>
      </w:pPr>
    </w:p>
    <w:p w14:paraId="2E4417B6" w14:textId="77777777" w:rsidR="00013957" w:rsidRDefault="00013957" w:rsidP="00C03BEE">
      <w:pPr>
        <w:spacing w:line="360" w:lineRule="auto"/>
        <w:rPr>
          <w:sz w:val="22"/>
        </w:rPr>
      </w:pPr>
    </w:p>
    <w:p w14:paraId="0570DC9C" w14:textId="77777777" w:rsidR="000C44D1" w:rsidRDefault="000C44D1" w:rsidP="00C03BEE">
      <w:pPr>
        <w:spacing w:line="360" w:lineRule="auto"/>
        <w:rPr>
          <w:sz w:val="22"/>
        </w:rPr>
      </w:pPr>
    </w:p>
    <w:p w14:paraId="55CC0A90" w14:textId="77777777" w:rsidR="000C44D1" w:rsidRDefault="000C44D1" w:rsidP="00C03BEE">
      <w:pPr>
        <w:spacing w:line="360" w:lineRule="auto"/>
        <w:rPr>
          <w:sz w:val="22"/>
        </w:rPr>
      </w:pPr>
      <w:r>
        <w:rPr>
          <w:sz w:val="22"/>
        </w:rPr>
        <w:t>Xiangyang Zhang</w:t>
      </w:r>
    </w:p>
    <w:p w14:paraId="0FBE1181" w14:textId="77777777" w:rsidR="000C44D1" w:rsidRDefault="000C44D1" w:rsidP="00C03BEE">
      <w:pPr>
        <w:spacing w:line="360" w:lineRule="auto"/>
        <w:rPr>
          <w:sz w:val="22"/>
        </w:rPr>
      </w:pPr>
      <w:r>
        <w:rPr>
          <w:sz w:val="22"/>
        </w:rPr>
        <w:t>Regulated Canadian Immigration Consultant</w:t>
      </w:r>
    </w:p>
    <w:p w14:paraId="09B23784" w14:textId="0D114188" w:rsidR="000C44D1" w:rsidRPr="00EB3BE0" w:rsidRDefault="0070768D" w:rsidP="00C03BEE">
      <w:pPr>
        <w:spacing w:line="360" w:lineRule="auto"/>
        <w:rPr>
          <w:sz w:val="22"/>
        </w:rPr>
      </w:pPr>
      <w:r>
        <w:rPr>
          <w:sz w:val="22"/>
        </w:rPr>
        <w:t>CICC</w:t>
      </w:r>
      <w:r w:rsidR="000C44D1">
        <w:rPr>
          <w:sz w:val="22"/>
        </w:rPr>
        <w:t xml:space="preserve"> Member Number: R511623</w:t>
      </w:r>
    </w:p>
    <w:sectPr w:rsidR="000C44D1" w:rsidRPr="00EB3BE0" w:rsidSect="00E86DDC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F18EF" w14:textId="77777777" w:rsidR="009C0B1E" w:rsidRDefault="009C0B1E" w:rsidP="00FD5964">
      <w:r>
        <w:separator/>
      </w:r>
    </w:p>
  </w:endnote>
  <w:endnote w:type="continuationSeparator" w:id="0">
    <w:p w14:paraId="7EBEF500" w14:textId="77777777" w:rsidR="009C0B1E" w:rsidRDefault="009C0B1E" w:rsidP="00FD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olBoran">
    <w:altName w:val="Snell Roundhand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FE4" w14:textId="77777777" w:rsidR="00D51EFB" w:rsidRPr="00FD5964" w:rsidRDefault="00D51EFB" w:rsidP="00FD5964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715B90" wp14:editId="26307929">
              <wp:simplePos x="0" y="0"/>
              <wp:positionH relativeFrom="column">
                <wp:posOffset>-909536</wp:posOffset>
              </wp:positionH>
              <wp:positionV relativeFrom="paragraph">
                <wp:posOffset>-403117</wp:posOffset>
              </wp:positionV>
              <wp:extent cx="7431932" cy="1028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1932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7AAFB" w14:textId="77777777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4797586B" w14:textId="043975DE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Noah Immigration and Education (Canada) Company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E31933"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|</w:t>
                          </w: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Addr. 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50-3306 Princeton Ave, Coquitlam,BC Canada V3E 0M9</w:t>
                          </w:r>
                        </w:p>
                        <w:p w14:paraId="1427D6D1" w14:textId="77777777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5768D083" w14:textId="032C548D" w:rsidR="00D51EFB" w:rsidRPr="00FD5964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D5964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Tel +1(778)-321-5110 | E-Mai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L: </w:t>
                          </w:r>
                          <w:hyperlink r:id="rId1" w:history="1">
                            <w:r w:rsidR="00A52C97" w:rsidRPr="00203FE2">
                              <w:rPr>
                                <w:rStyle w:val="Hyperlink"/>
                                <w:rFonts w:asciiTheme="majorHAnsi" w:hAnsiTheme="majorHAnsi" w:cs="MoolBoran"/>
                                <w:sz w:val="24"/>
                                <w:szCs w:val="24"/>
                              </w:rPr>
                              <w:t>Noah.Consultant@outlook.com</w:t>
                            </w:r>
                          </w:hyperlink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D5964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| 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https://</w:t>
                          </w:r>
                          <w:hyperlink r:id="rId2" w:history="1">
                            <w:r w:rsidR="00A52C97">
                              <w:rPr>
                                <w:rFonts w:asciiTheme="majorHAnsi" w:hAnsiTheme="majorHAnsi" w:cs="MoolBoran"/>
                                <w:color w:val="FFFFFF" w:themeColor="background1"/>
                                <w:sz w:val="24"/>
                                <w:szCs w:val="24"/>
                              </w:rPr>
                              <w:t>jackyzhang.pro</w:t>
                            </w:r>
                          </w:hyperlink>
                        </w:p>
                        <w:p w14:paraId="6B142175" w14:textId="77777777" w:rsidR="00D51EFB" w:rsidRDefault="00D51EFB"/>
                        <w:p w14:paraId="7E54669C" w14:textId="77777777" w:rsidR="00D51EFB" w:rsidRDefault="00D51EF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715B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1.6pt;margin-top:-31.75pt;width:585.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" filled="f" stroked="f">
              <v:textbox>
                <w:txbxContent>
                  <w:p w14:paraId="79E7AAFB" w14:textId="77777777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4797586B" w14:textId="043975DE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Noah Immigration and Education (Canada) Company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E31933"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>|</w:t>
                    </w: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Addr</w:t>
                    </w:r>
                    <w:proofErr w:type="spellEnd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. 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50-3306 Princeton Ave, </w:t>
                    </w:r>
                    <w:proofErr w:type="spellStart"/>
                    <w:proofErr w:type="gramStart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Coquitlam,BC</w:t>
                    </w:r>
                    <w:proofErr w:type="spellEnd"/>
                    <w:proofErr w:type="gramEnd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Canada V3E 0M9</w:t>
                    </w:r>
                  </w:p>
                  <w:p w14:paraId="1427D6D1" w14:textId="77777777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5768D083" w14:textId="032C548D" w:rsidR="00D51EFB" w:rsidRPr="00FD5964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Tel +1(778)-321-5110 | </w:t>
                    </w:r>
                    <w:proofErr w:type="spellStart"/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E-Mai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L</w:t>
                    </w:r>
                    <w:proofErr w:type="spellEnd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: </w:t>
                    </w:r>
                    <w:hyperlink r:id="rId3" w:history="1">
                      <w:r w:rsidR="00A52C97" w:rsidRPr="00203FE2">
                        <w:rPr>
                          <w:rStyle w:val="Hyperlink"/>
                          <w:rFonts w:asciiTheme="majorHAnsi" w:hAnsiTheme="majorHAnsi" w:cs="MoolBoran"/>
                          <w:sz w:val="24"/>
                          <w:szCs w:val="24"/>
                        </w:rPr>
                        <w:t>Noah.Consultant@outlook.com</w:t>
                      </w:r>
                    </w:hyperlink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| 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https://</w:t>
                    </w:r>
                    <w:hyperlink r:id="rId4" w:history="1">
                      <w:r w:rsidR="00A52C97">
                        <w:rPr>
                          <w:rFonts w:asciiTheme="majorHAnsi" w:hAnsiTheme="majorHAnsi" w:cs="MoolBoran"/>
                          <w:color w:val="FFFFFF" w:themeColor="background1"/>
                          <w:sz w:val="24"/>
                          <w:szCs w:val="24"/>
                        </w:rPr>
                        <w:t>jackyzhang.pro</w:t>
                      </w:r>
                    </w:hyperlink>
                  </w:p>
                  <w:p w14:paraId="6B142175" w14:textId="77777777" w:rsidR="00D51EFB" w:rsidRDefault="00D51EFB"/>
                  <w:p w14:paraId="7E54669C" w14:textId="77777777" w:rsidR="00D51EFB" w:rsidRDefault="00D51EFB"/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BF4DDE" wp14:editId="311B2859">
              <wp:simplePos x="0" y="0"/>
              <wp:positionH relativeFrom="column">
                <wp:posOffset>-1371600</wp:posOffset>
              </wp:positionH>
              <wp:positionV relativeFrom="paragraph">
                <wp:posOffset>-286385</wp:posOffset>
              </wp:positionV>
              <wp:extent cx="8277225" cy="914400"/>
              <wp:effectExtent l="0" t="0" r="3175" b="0"/>
              <wp:wrapNone/>
              <wp:docPr id="5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225" cy="914400"/>
                      </a:xfrm>
                      <a:prstGeom prst="rect">
                        <a:avLst/>
                      </a:prstGeom>
                      <a:solidFill>
                        <a:srgbClr val="F4383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44ACCC" id="矩形 8" o:spid="_x0000_s1026" style="position:absolute;margin-left:-108pt;margin-top:-22.55pt;width:651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" fillcolor="#f43838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A685" w14:textId="77777777" w:rsidR="009C0B1E" w:rsidRDefault="009C0B1E" w:rsidP="00FD5964">
      <w:r>
        <w:separator/>
      </w:r>
    </w:p>
  </w:footnote>
  <w:footnote w:type="continuationSeparator" w:id="0">
    <w:p w14:paraId="6E14E2DD" w14:textId="77777777" w:rsidR="009C0B1E" w:rsidRDefault="009C0B1E" w:rsidP="00FD5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CD64" w14:textId="77777777" w:rsidR="00D51EFB" w:rsidRDefault="00000000">
    <w:pPr>
      <w:pStyle w:val="Header"/>
    </w:pPr>
    <w:sdt>
      <w:sdtPr>
        <w:id w:val="171999623"/>
        <w:placeholder>
          <w:docPart w:val="995B94E5EFF053409A599767F26191D4"/>
        </w:placeholder>
        <w:temporary/>
        <w:showingPlcHdr/>
      </w:sdtPr>
      <w:sdtContent>
        <w:r w:rsidR="00D51EFB">
          <w:t>[Type text]</w:t>
        </w:r>
      </w:sdtContent>
    </w:sdt>
    <w:r w:rsidR="00D51EFB">
      <w:ptab w:relativeTo="margin" w:alignment="center" w:leader="none"/>
    </w:r>
    <w:sdt>
      <w:sdtPr>
        <w:id w:val="171999624"/>
        <w:placeholder>
          <w:docPart w:val="9D9CFDF373FAB4489C51E1E645CEA46C"/>
        </w:placeholder>
        <w:temporary/>
        <w:showingPlcHdr/>
      </w:sdtPr>
      <w:sdtContent>
        <w:r w:rsidR="00D51EFB">
          <w:t>[Type text]</w:t>
        </w:r>
      </w:sdtContent>
    </w:sdt>
    <w:r w:rsidR="00D51EFB">
      <w:ptab w:relativeTo="margin" w:alignment="right" w:leader="none"/>
    </w:r>
    <w:sdt>
      <w:sdtPr>
        <w:id w:val="171999625"/>
        <w:placeholder>
          <w:docPart w:val="417B50198F9FA441A71DBF64C3936EAE"/>
        </w:placeholder>
        <w:temporary/>
        <w:showingPlcHdr/>
      </w:sdtPr>
      <w:sdtContent>
        <w:r w:rsidR="00D51EFB">
          <w:t>[Type text]</w:t>
        </w:r>
      </w:sdtContent>
    </w:sdt>
  </w:p>
  <w:p w14:paraId="401836E4" w14:textId="77777777" w:rsidR="00D51EFB" w:rsidRDefault="00D51E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00F" w14:textId="77777777" w:rsidR="00D51EFB" w:rsidRDefault="00D51EFB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74881A3E" wp14:editId="2463BDB4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543685" cy="609600"/>
          <wp:effectExtent l="0" t="0" r="5715" b="0"/>
          <wp:wrapNone/>
          <wp:docPr id="9" name="图片 2" descr="C:\Users\Administrator\Desktop\LA PIKS_\Homework\NOAHLOGO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LA PIKS_\Homework\NOAHLOGOF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2C5BDDD2" w14:textId="77777777" w:rsidR="00D51EFB" w:rsidRDefault="00D51E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8FF"/>
    <w:rsid w:val="00013957"/>
    <w:rsid w:val="00032B69"/>
    <w:rsid w:val="0007092E"/>
    <w:rsid w:val="000C18C2"/>
    <w:rsid w:val="000C44D1"/>
    <w:rsid w:val="00396A91"/>
    <w:rsid w:val="003E2877"/>
    <w:rsid w:val="00415AEE"/>
    <w:rsid w:val="00431EC8"/>
    <w:rsid w:val="005B29BF"/>
    <w:rsid w:val="005C3B9E"/>
    <w:rsid w:val="00640E88"/>
    <w:rsid w:val="0070768D"/>
    <w:rsid w:val="007A3C04"/>
    <w:rsid w:val="007B6286"/>
    <w:rsid w:val="0085288E"/>
    <w:rsid w:val="008828FF"/>
    <w:rsid w:val="00887137"/>
    <w:rsid w:val="008F357A"/>
    <w:rsid w:val="009321F8"/>
    <w:rsid w:val="00932491"/>
    <w:rsid w:val="00945A3F"/>
    <w:rsid w:val="009C0B1E"/>
    <w:rsid w:val="009E3F43"/>
    <w:rsid w:val="00A52C97"/>
    <w:rsid w:val="00A7356F"/>
    <w:rsid w:val="00AF1391"/>
    <w:rsid w:val="00B7228E"/>
    <w:rsid w:val="00B80081"/>
    <w:rsid w:val="00B92D64"/>
    <w:rsid w:val="00BB689C"/>
    <w:rsid w:val="00BE64B2"/>
    <w:rsid w:val="00C03BEE"/>
    <w:rsid w:val="00C47ADC"/>
    <w:rsid w:val="00C61043"/>
    <w:rsid w:val="00C90E4A"/>
    <w:rsid w:val="00CF6BAF"/>
    <w:rsid w:val="00D2436B"/>
    <w:rsid w:val="00D51EFB"/>
    <w:rsid w:val="00D525AF"/>
    <w:rsid w:val="00DA60A5"/>
    <w:rsid w:val="00E86DDC"/>
    <w:rsid w:val="00E9599C"/>
    <w:rsid w:val="00EB3BE0"/>
    <w:rsid w:val="00FA2C40"/>
    <w:rsid w:val="00FD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CA925F"/>
  <w14:defaultImageDpi w14:val="300"/>
  <w15:docId w15:val="{79BCD049-F396-423B-83A8-C942B23C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4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D5964"/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C97"/>
    <w:rPr>
      <w:color w:val="605E5C"/>
      <w:shd w:val="clear" w:color="auto" w:fill="E1DFDD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599C"/>
  </w:style>
  <w:style w:type="character" w:customStyle="1" w:styleId="DateChar">
    <w:name w:val="Date Char"/>
    <w:basedOn w:val="DefaultParagraphFont"/>
    <w:link w:val="Date"/>
    <w:uiPriority w:val="99"/>
    <w:semiHidden/>
    <w:rsid w:val="00E9599C"/>
    <w:rPr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ah.Consultant@outlook.com" TargetMode="External"/><Relationship Id="rId2" Type="http://schemas.openxmlformats.org/officeDocument/2006/relationships/hyperlink" Target="http://www.followjacky.com" TargetMode="External"/><Relationship Id="rId1" Type="http://schemas.openxmlformats.org/officeDocument/2006/relationships/hyperlink" Target="mailto:Noah.Consultant@outlook.com" TargetMode="External"/><Relationship Id="rId4" Type="http://schemas.openxmlformats.org/officeDocument/2006/relationships/hyperlink" Target="http://www.followjack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5B94E5EFF053409A599767F2619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76A08-AED8-6C44-A2CB-F86BFA2B036F}"/>
      </w:docPartPr>
      <w:docPartBody>
        <w:p w:rsidR="00567605" w:rsidRDefault="00567605">
          <w:pPr>
            <w:pStyle w:val="995B94E5EFF053409A599767F26191D4"/>
          </w:pPr>
          <w:r>
            <w:t>[Type text]</w:t>
          </w:r>
        </w:p>
      </w:docPartBody>
    </w:docPart>
    <w:docPart>
      <w:docPartPr>
        <w:name w:val="9D9CFDF373FAB4489C51E1E645CEA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2A5EB-B482-AC4B-9327-C89982C226F7}"/>
      </w:docPartPr>
      <w:docPartBody>
        <w:p w:rsidR="00567605" w:rsidRDefault="00567605">
          <w:pPr>
            <w:pStyle w:val="9D9CFDF373FAB4489C51E1E645CEA46C"/>
          </w:pPr>
          <w:r>
            <w:t>[Type text]</w:t>
          </w:r>
        </w:p>
      </w:docPartBody>
    </w:docPart>
    <w:docPart>
      <w:docPartPr>
        <w:name w:val="417B50198F9FA441A71DBF64C3936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AC638-E56A-1049-904B-9843D9EE5DB1}"/>
      </w:docPartPr>
      <w:docPartBody>
        <w:p w:rsidR="00567605" w:rsidRDefault="00567605">
          <w:pPr>
            <w:pStyle w:val="417B50198F9FA441A71DBF64C3936EA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olBoran">
    <w:altName w:val="Snell Roundhand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605"/>
    <w:rsid w:val="000630B5"/>
    <w:rsid w:val="000A00D2"/>
    <w:rsid w:val="000C019E"/>
    <w:rsid w:val="001976A1"/>
    <w:rsid w:val="00254A64"/>
    <w:rsid w:val="00265DD1"/>
    <w:rsid w:val="00567605"/>
    <w:rsid w:val="009A599A"/>
    <w:rsid w:val="009C1C17"/>
    <w:rsid w:val="00E8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5B94E5EFF053409A599767F26191D4">
    <w:name w:val="995B94E5EFF053409A599767F26191D4"/>
  </w:style>
  <w:style w:type="paragraph" w:customStyle="1" w:styleId="9D9CFDF373FAB4489C51E1E645CEA46C">
    <w:name w:val="9D9CFDF373FAB4489C51E1E645CEA46C"/>
  </w:style>
  <w:style w:type="paragraph" w:customStyle="1" w:styleId="417B50198F9FA441A71DBF64C3936EAE">
    <w:name w:val="417B50198F9FA441A71DBF64C3936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4B00BF-8EF4-4A6E-B200-25E926DC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Xiangyang Zhang</dc:creator>
  <cp:keywords/>
  <dc:description/>
  <cp:lastModifiedBy>050S-Zhang, Dan - Le Hua</cp:lastModifiedBy>
  <cp:revision>18</cp:revision>
  <dcterms:created xsi:type="dcterms:W3CDTF">2016-03-17T04:03:00Z</dcterms:created>
  <dcterms:modified xsi:type="dcterms:W3CDTF">2022-07-31T17:31:00Z</dcterms:modified>
</cp:coreProperties>
</file>