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5CC" w:rsidRDefault="000325CC">
      <w:r>
        <w:t>test</w:t>
      </w:r>
    </w:p>
    <w:sectPr w:rsidR="000325CC" w:rsidSect="000325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D2044"/>
    <w:multiLevelType w:val="multilevel"/>
    <w:tmpl w:val="9B5E038A"/>
    <w:styleLink w:val="StyleBulletedSymbolsymbolBefore025Hanging0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57B2"/>
    <w:rsid w:val="000325CC"/>
    <w:rsid w:val="00041BF0"/>
    <w:rsid w:val="00305F45"/>
    <w:rsid w:val="00C1107E"/>
    <w:rsid w:val="00D47233"/>
    <w:rsid w:val="00D75E60"/>
    <w:rsid w:val="00DB57B2"/>
    <w:rsid w:val="00ED1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305F45"/>
    <w:pPr>
      <w:suppressAutoHyphens/>
    </w:pPr>
    <w:rPr>
      <w:rFonts w:ascii="Arial" w:hAnsi="Arial"/>
      <w:sz w:val="20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1107E"/>
    <w:pPr>
      <w:keepNext/>
      <w:spacing w:before="240" w:after="60"/>
      <w:outlineLvl w:val="0"/>
    </w:pPr>
    <w:rPr>
      <w:rFonts w:cs="Arial"/>
      <w:b/>
      <w:bCs/>
      <w:small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C1107E"/>
    <w:pPr>
      <w:keepNext/>
      <w:spacing w:before="240" w:after="60"/>
      <w:ind w:left="3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C1107E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1107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1107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  <w:rsid w:val="00C1107E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0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0E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50E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0E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0E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numbering" w:customStyle="1" w:styleId="StyleBulletedSymbolsymbolBefore025Hanging025">
    <w:name w:val="Style Bulleted Symbol (symbol) Before:  0.25&quot; Hanging:  0.25&quot;"/>
    <w:rsid w:val="00F850E9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4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subject/>
  <dc:creator>pombredanne</dc:creator>
  <cp:keywords/>
  <dc:description/>
  <cp:lastModifiedBy>pombredanne</cp:lastModifiedBy>
  <cp:revision>1</cp:revision>
  <dcterms:created xsi:type="dcterms:W3CDTF">2015-03-22T20:32:00Z</dcterms:created>
  <dcterms:modified xsi:type="dcterms:W3CDTF">2015-03-22T20:33:00Z</dcterms:modified>
</cp:coreProperties>
</file>