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65C78" w14:textId="6B64C87D" w:rsidR="009D49EB" w:rsidRDefault="009D49EB" w:rsidP="009D49EB">
      <w:pPr>
        <w:pStyle w:val="Name"/>
      </w:pPr>
      <w:r>
        <w:t>{{</w:t>
      </w:r>
      <w:r w:rsidR="006305AC" w:rsidRP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 xml:space="preserve"> </w:t>
      </w:r>
      <w:r w:rsid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>full</w:t>
      </w:r>
      <w:r w:rsidR="006305AC" w:rsidRPr="007E6590">
        <w:rPr>
          <w:rFonts w:asciiTheme="minorHAnsi" w:eastAsiaTheme="minorEastAsia" w:hAnsiTheme="minorHAnsi"/>
          <w:caps w:val="0"/>
          <w:kern w:val="0"/>
          <w:sz w:val="18"/>
          <w:szCs w:val="18"/>
        </w:rPr>
        <w:t>_name</w:t>
      </w:r>
      <w:r w:rsidR="006305AC">
        <w:rPr>
          <w:rFonts w:asciiTheme="minorHAnsi" w:eastAsiaTheme="minorEastAsia" w:hAnsiTheme="minorHAnsi"/>
          <w:caps w:val="0"/>
          <w:kern w:val="0"/>
          <w:sz w:val="18"/>
          <w:szCs w:val="18"/>
        </w:rPr>
        <w:t xml:space="preserve"> </w:t>
      </w:r>
      <w:r>
        <w:t>}}</w:t>
      </w:r>
    </w:p>
    <w:p w14:paraId="13A6354C" w14:textId="1F60A4CF" w:rsidR="009D49EB" w:rsidRPr="00897374" w:rsidRDefault="009D49EB" w:rsidP="009D49EB">
      <w:pPr>
        <w:pStyle w:val="ContactInfo"/>
        <w:ind w:right="6"/>
        <w:rPr>
          <w:szCs w:val="24"/>
        </w:rPr>
      </w:pPr>
      <w:r w:rsidRPr="00897374">
        <w:rPr>
          <w:szCs w:val="24"/>
        </w:rPr>
        <w:t>{{address}} | {{phone}} | {{personal</w:t>
      </w:r>
      <w:r w:rsidR="008844FB">
        <w:rPr>
          <w:szCs w:val="24"/>
        </w:rPr>
        <w:t>.</w:t>
      </w:r>
      <w:r w:rsidRPr="00897374">
        <w:rPr>
          <w:szCs w:val="24"/>
        </w:rPr>
        <w:t>email}}</w:t>
      </w:r>
    </w:p>
    <w:p w14:paraId="6A5765F2" w14:textId="77777777" w:rsidR="009D49EB" w:rsidRDefault="009D49EB" w:rsidP="009D49EB">
      <w:pPr>
        <w:pStyle w:val="Heading1"/>
      </w:pPr>
      <w:r>
        <w:t>HIGHLIGHT</w:t>
      </w:r>
    </w:p>
    <w:p w14:paraId="35EEDDBD" w14:textId="599F6673" w:rsidR="009D49EB" w:rsidRDefault="009D49EB" w:rsidP="009D49EB">
      <w:r w:rsidRPr="0069726D">
        <w:t xml:space="preserve">{{ </w:t>
      </w:r>
      <w:r w:rsidR="006305AC">
        <w:t>personalassess</w:t>
      </w:r>
      <w:r w:rsidR="006305AC" w:rsidRPr="0069726D">
        <w:t xml:space="preserve"> </w:t>
      </w:r>
      <w:r w:rsidR="008844FB">
        <w:t>.</w:t>
      </w:r>
      <w:r w:rsidRPr="0069726D">
        <w:t>self_description}}</w:t>
      </w:r>
    </w:p>
    <w:sdt>
      <w:sdtPr>
        <w:id w:val="1728489637"/>
        <w:placeholder>
          <w:docPart w:val="20AFC0D70476CD468D74EC952F76787E"/>
        </w:placeholder>
        <w:temporary/>
        <w:showingPlcHdr/>
        <w15:appearance w15:val="hidden"/>
      </w:sdtPr>
      <w:sdtContent>
        <w:p w14:paraId="27BD79EC" w14:textId="77777777" w:rsidR="009D49EB" w:rsidRDefault="009D49EB" w:rsidP="009D49EB">
          <w:pPr>
            <w:pStyle w:val="Heading1"/>
          </w:pPr>
          <w:r>
            <w:t>Experience</w:t>
          </w:r>
        </w:p>
      </w:sdtContent>
    </w:sdt>
    <w:p w14:paraId="2AFB198B" w14:textId="5DDB0195" w:rsidR="009D49EB" w:rsidRDefault="009D49EB" w:rsidP="009D49EB">
      <w:pPr>
        <w:pStyle w:val="Heading3"/>
      </w:pPr>
      <w:r>
        <w:t xml:space="preserve">{%p for w in </w:t>
      </w:r>
      <w:r w:rsidR="006305AC">
        <w:t xml:space="preserve">employment </w:t>
      </w:r>
      <w:r>
        <w:t>%}</w:t>
      </w:r>
    </w:p>
    <w:p w14:paraId="7E0FB5EB" w14:textId="1434C419" w:rsidR="009D49EB" w:rsidRDefault="009D49EB" w:rsidP="009D49EB">
      <w:pPr>
        <w:pStyle w:val="Heading3"/>
        <w:rPr>
          <w:rFonts w:ascii="Helvetica" w:hAnsi="Helvetica" w:cs="Helvetica"/>
          <w:b/>
          <w:bCs/>
          <w:caps/>
          <w:color w:val="595959"/>
          <w:lang w:val="en-CA"/>
        </w:rPr>
      </w:pP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 </w:t>
      </w:r>
      <w:r w:rsidR="008844FB">
        <w:rPr>
          <w:rFonts w:ascii="Helvetica" w:hAnsi="Helvetica" w:cs="Helvetica"/>
          <w:bCs/>
          <w:color w:val="595959"/>
        </w:rPr>
        <w:t>.</w:t>
      </w:r>
      <w:r>
        <w:rPr>
          <w:rFonts w:ascii="Helvetica" w:hAnsi="Helvetica" w:cs="Helvetica"/>
          <w:bCs/>
          <w:color w:val="595959"/>
        </w:rPr>
        <w:t xml:space="preserve">start_from }} – </w:t>
      </w: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 </w:t>
      </w:r>
      <w:r w:rsidR="008844FB">
        <w:rPr>
          <w:rFonts w:ascii="Helvetica" w:hAnsi="Helvetica" w:cs="Helvetica"/>
          <w:bCs/>
          <w:color w:val="595959"/>
        </w:rPr>
        <w:t>.</w:t>
      </w:r>
      <w:r>
        <w:rPr>
          <w:rFonts w:ascii="Helvetica" w:hAnsi="Helvetica" w:cs="Helvetica"/>
          <w:bCs/>
          <w:color w:val="595959"/>
        </w:rPr>
        <w:t xml:space="preserve">end_to }} </w:t>
      </w:r>
    </w:p>
    <w:p w14:paraId="3BC30310" w14:textId="4753A8BB" w:rsidR="009D49EB" w:rsidRPr="002775AF" w:rsidRDefault="009D49EB" w:rsidP="009D49EB">
      <w:pPr>
        <w:pStyle w:val="Heading3"/>
        <w:rPr>
          <w:caps/>
          <w:color w:val="E3AB47" w:themeColor="accent1"/>
          <w:sz w:val="26"/>
          <w:szCs w:val="26"/>
          <w:lang w:val="en-CA" w:eastAsia="zh-CN"/>
        </w:rPr>
      </w:pPr>
      <w:r w:rsidRPr="00D46012">
        <w:rPr>
          <w:rFonts w:ascii="Helvetica" w:hAnsi="Helvetica" w:cs="Helvetica"/>
          <w:bCs/>
          <w:color w:val="595959"/>
        </w:rPr>
        <w:t>{%- if w</w:t>
      </w:r>
      <w:r w:rsidR="008844FB">
        <w:rPr>
          <w:rFonts w:ascii="Helvetica" w:hAnsi="Helvetica" w:cs="Helvetica"/>
          <w:bCs/>
          <w:color w:val="595959"/>
        </w:rPr>
        <w:t>.</w:t>
      </w:r>
      <w:r w:rsidRPr="00D46012">
        <w:rPr>
          <w:rFonts w:ascii="Helvetica" w:hAnsi="Helvetica" w:cs="Helvetica"/>
          <w:bCs/>
          <w:color w:val="595959"/>
        </w:rPr>
        <w:t>part_time -%}</w:t>
      </w:r>
    </w:p>
    <w:p w14:paraId="43595F0B" w14:textId="77777777" w:rsidR="009D49EB" w:rsidRPr="0038556E" w:rsidRDefault="009D49EB" w:rsidP="009D49EB">
      <w:pPr>
        <w:pStyle w:val="Heading3"/>
        <w:rPr>
          <w:caps/>
          <w:color w:val="auto"/>
          <w:sz w:val="26"/>
          <w:szCs w:val="26"/>
          <w:lang w:val="en-CA" w:eastAsia="zh-CN"/>
        </w:rPr>
      </w:pPr>
      <w:r w:rsidRPr="0038556E">
        <w:rPr>
          <w:color w:val="auto"/>
          <w:sz w:val="26"/>
          <w:szCs w:val="26"/>
          <w:lang w:val="en-CA" w:eastAsia="zh-CN"/>
        </w:rPr>
        <w:t>Part Time</w:t>
      </w:r>
    </w:p>
    <w:p w14:paraId="56A007DB" w14:textId="77777777" w:rsidR="009D49EB" w:rsidRPr="00D46012" w:rsidRDefault="009D49EB" w:rsidP="009D49EB">
      <w:pPr>
        <w:pStyle w:val="Heading3"/>
        <w:rPr>
          <w:rFonts w:ascii="Helvetica" w:hAnsi="Helvetica" w:cs="Helvetica"/>
          <w:b/>
          <w:bCs/>
          <w:caps/>
          <w:color w:val="595959"/>
        </w:rPr>
      </w:pPr>
      <w:r w:rsidRPr="00D46012">
        <w:rPr>
          <w:rFonts w:ascii="Helvetica" w:hAnsi="Helvetica" w:cs="Helvetica"/>
          <w:bCs/>
          <w:color w:val="595959"/>
        </w:rPr>
        <w:t>{%- endif %}</w:t>
      </w:r>
    </w:p>
    <w:p w14:paraId="545A34C0" w14:textId="2624E4FB" w:rsidR="009D49EB" w:rsidRDefault="009D49EB" w:rsidP="009D49EB">
      <w:pPr>
        <w:pStyle w:val="Heading2"/>
        <w:rPr>
          <w:rStyle w:val="SubtleReference"/>
        </w:rPr>
      </w:pPr>
      <w:r>
        <w:t xml:space="preserve">{{ w </w:t>
      </w:r>
      <w:r w:rsidR="008844FB">
        <w:t>.</w:t>
      </w:r>
      <w:r>
        <w:t>job_title }}</w:t>
      </w:r>
      <w:r w:rsidRPr="00CF1A49">
        <w:t xml:space="preserve">, </w:t>
      </w:r>
      <w:r>
        <w:rPr>
          <w:rFonts w:ascii="Times New Roman" w:hAnsi="Times New Roman" w:cs="Times New Roman"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w</w:t>
      </w:r>
      <w:r w:rsidR="008844FB">
        <w:rPr>
          <w:rFonts w:ascii="Helvetica" w:hAnsi="Helvetica" w:cs="Helvetica"/>
          <w:color w:val="595959"/>
        </w:rPr>
        <w:t>.</w:t>
      </w:r>
      <w:r>
        <w:rPr>
          <w:rFonts w:ascii="Helvetica" w:hAnsi="Helvetica" w:cs="Helvetica"/>
          <w:color w:val="595959"/>
        </w:rPr>
        <w:t>company }}</w:t>
      </w:r>
    </w:p>
    <w:p w14:paraId="23A67B93" w14:textId="70714A6C" w:rsidR="009D49EB" w:rsidRDefault="009D49EB" w:rsidP="009D49EB">
      <w:pPr>
        <w:pStyle w:val="Heading2"/>
        <w:rPr>
          <w:rStyle w:val="SubtleReference"/>
        </w:rPr>
      </w:pPr>
      <w:r>
        <w:rPr>
          <w:rStyle w:val="SubtleReference"/>
        </w:rPr>
        <w:t xml:space="preserve">  {%p for duty in </w:t>
      </w:r>
      <w:r>
        <w:t xml:space="preserve">w </w:t>
      </w:r>
      <w:r w:rsidR="008844FB">
        <w:rPr>
          <w:rStyle w:val="SubtleReference"/>
        </w:rPr>
        <w:t>.</w:t>
      </w:r>
      <w:r>
        <w:rPr>
          <w:rStyle w:val="SubtleReference"/>
        </w:rPr>
        <w:t>duties %}</w:t>
      </w:r>
    </w:p>
    <w:p w14:paraId="44DF775D" w14:textId="77777777" w:rsidR="009D49EB" w:rsidRDefault="009D49EB" w:rsidP="009D49EB">
      <w:pPr>
        <w:pStyle w:val="ListBullet"/>
      </w:pPr>
      <w:r>
        <w:t>{{ duty }}</w:t>
      </w:r>
    </w:p>
    <w:p w14:paraId="4BF31722" w14:textId="77777777" w:rsidR="009D49EB" w:rsidRPr="00621AC4" w:rsidRDefault="009D49EB" w:rsidP="009D49EB">
      <w:pPr>
        <w:pStyle w:val="Heading2"/>
        <w:rPr>
          <w:rStyle w:val="SubtleReference"/>
          <w:lang w:val="en-CA" w:eastAsia="zh-CN"/>
        </w:rPr>
      </w:pPr>
      <w:r>
        <w:rPr>
          <w:rStyle w:val="SubtleReference"/>
        </w:rPr>
        <w:t xml:space="preserve">  {%p endfor %}</w:t>
      </w:r>
    </w:p>
    <w:p w14:paraId="47CB3FDA" w14:textId="77777777" w:rsidR="009D49EB" w:rsidRDefault="009D49EB" w:rsidP="009D49EB">
      <w:r>
        <w:t>{%p endfor %}</w:t>
      </w:r>
    </w:p>
    <w:sdt>
      <w:sdtPr>
        <w:id w:val="720946933"/>
        <w:placeholder>
          <w:docPart w:val="AE53957CC2CBA5408DEC04DE3F3CFEA0"/>
        </w:placeholder>
        <w:temporary/>
        <w:showingPlcHdr/>
        <w15:appearance w15:val="hidden"/>
      </w:sdtPr>
      <w:sdtContent>
        <w:p w14:paraId="5B5D797E" w14:textId="77777777" w:rsidR="009D49EB" w:rsidRDefault="009D49EB" w:rsidP="009D49EB">
          <w:pPr>
            <w:pStyle w:val="Heading1"/>
          </w:pPr>
          <w:r>
            <w:t>Education</w:t>
          </w:r>
        </w:p>
      </w:sdtContent>
    </w:sdt>
    <w:p w14:paraId="2C0AB4CF" w14:textId="77777777" w:rsidR="009D49EB" w:rsidRDefault="009D49EB" w:rsidP="009D49EB">
      <w:pPr>
        <w:pStyle w:val="Heading3"/>
      </w:pPr>
      <w:r>
        <w:t>{%p for edu in education %}</w:t>
      </w:r>
    </w:p>
    <w:p w14:paraId="31C74177" w14:textId="0E95A0D7" w:rsidR="009D49EB" w:rsidRDefault="009D49EB" w:rsidP="009D49EB">
      <w:pPr>
        <w:pStyle w:val="Heading3"/>
        <w:rPr>
          <w:rFonts w:ascii="Helvetica" w:hAnsi="Helvetica" w:cs="Helvetica"/>
          <w:b/>
          <w:bCs/>
          <w:color w:val="595959"/>
        </w:rPr>
      </w:pP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edu </w:t>
      </w:r>
      <w:r w:rsidR="008844FB">
        <w:rPr>
          <w:rFonts w:ascii="Helvetica" w:hAnsi="Helvetica" w:cs="Helvetica"/>
          <w:bCs/>
          <w:color w:val="595959"/>
        </w:rPr>
        <w:t>.</w:t>
      </w:r>
      <w:r>
        <w:rPr>
          <w:rFonts w:ascii="Helvetica" w:hAnsi="Helvetica" w:cs="Helvetica"/>
          <w:bCs/>
          <w:color w:val="595959"/>
        </w:rPr>
        <w:t xml:space="preserve">start_from }} – </w:t>
      </w:r>
      <w:r>
        <w:rPr>
          <w:rFonts w:ascii="Times New Roman" w:hAnsi="Times New Roman" w:cs="Times New Roman"/>
          <w:bCs/>
          <w:color w:val="595959"/>
        </w:rPr>
        <w:t>{{</w:t>
      </w:r>
      <w:r>
        <w:rPr>
          <w:rFonts w:ascii="Helvetica" w:hAnsi="Helvetica" w:cs="Helvetica"/>
          <w:bCs/>
          <w:color w:val="595959"/>
        </w:rPr>
        <w:t xml:space="preserve"> edu </w:t>
      </w:r>
      <w:r w:rsidR="008844FB">
        <w:rPr>
          <w:rFonts w:ascii="Helvetica" w:hAnsi="Helvetica" w:cs="Helvetica"/>
          <w:bCs/>
          <w:color w:val="595959"/>
        </w:rPr>
        <w:t>.</w:t>
      </w:r>
      <w:r>
        <w:rPr>
          <w:rFonts w:ascii="Helvetica" w:hAnsi="Helvetica" w:cs="Helvetica"/>
          <w:bCs/>
          <w:color w:val="595959"/>
        </w:rPr>
        <w:t xml:space="preserve">end_to }} </w:t>
      </w:r>
      <w:r>
        <w:rPr>
          <w:rFonts w:ascii="Times New Roman" w:hAnsi="Times New Roman" w:cs="Times New Roman"/>
          <w:color w:val="595959"/>
          <w:sz w:val="26"/>
          <w:szCs w:val="26"/>
        </w:rPr>
        <w:t>{{</w:t>
      </w:r>
      <w:r>
        <w:rPr>
          <w:rFonts w:ascii="Helvetica" w:hAnsi="Helvetica" w:cs="Helvetica"/>
          <w:bCs/>
          <w:color w:val="595959"/>
        </w:rPr>
        <w:t xml:space="preserve"> </w:t>
      </w:r>
      <w:r>
        <w:rPr>
          <w:rFonts w:ascii="Helvetica" w:hAnsi="Helvetica" w:cs="Helvetica"/>
          <w:color w:val="595959"/>
          <w:sz w:val="26"/>
          <w:szCs w:val="26"/>
        </w:rPr>
        <w:t>edu</w:t>
      </w:r>
      <w:r w:rsidR="008844FB">
        <w:rPr>
          <w:rFonts w:ascii="Helvetica" w:hAnsi="Helvetica" w:cs="Helvetica"/>
          <w:color w:val="595959"/>
          <w:sz w:val="26"/>
          <w:szCs w:val="26"/>
        </w:rPr>
        <w:t>.</w:t>
      </w:r>
      <w:r>
        <w:rPr>
          <w:rFonts w:ascii="Helvetica" w:hAnsi="Helvetica" w:cs="Helvetica"/>
          <w:color w:val="595959"/>
          <w:sz w:val="26"/>
          <w:szCs w:val="26"/>
        </w:rPr>
        <w:t>school_name }}</w:t>
      </w:r>
    </w:p>
    <w:p w14:paraId="44274B05" w14:textId="70D15AB6" w:rsidR="009D49EB" w:rsidRDefault="009D49EB" w:rsidP="009D49EB">
      <w:pPr>
        <w:pStyle w:val="Heading3"/>
        <w:rPr>
          <w:rFonts w:ascii="Helvetica" w:hAnsi="Helvetica" w:cs="Helvetica"/>
          <w:bCs/>
          <w:color w:val="auto"/>
          <w:sz w:val="26"/>
          <w:szCs w:val="26"/>
        </w:rPr>
      </w:pPr>
      <w:r w:rsidRPr="00897374">
        <w:rPr>
          <w:rFonts w:ascii="Helvetica" w:hAnsi="Helvetica" w:cs="Helvetica"/>
          <w:bCs/>
          <w:color w:val="auto"/>
          <w:sz w:val="26"/>
          <w:szCs w:val="26"/>
        </w:rPr>
        <w:t>{{ edu</w:t>
      </w:r>
      <w:r w:rsidR="008844FB">
        <w:rPr>
          <w:rFonts w:ascii="Helvetica" w:hAnsi="Helvetica" w:cs="Helvetica"/>
          <w:bCs/>
          <w:color w:val="auto"/>
          <w:sz w:val="26"/>
          <w:szCs w:val="26"/>
        </w:rPr>
        <w:t>.</w:t>
      </w:r>
      <w:r w:rsidRPr="00897374">
        <w:rPr>
          <w:rFonts w:ascii="Helvetica" w:hAnsi="Helvetica" w:cs="Helvetica"/>
          <w:bCs/>
          <w:color w:val="auto"/>
          <w:sz w:val="26"/>
          <w:szCs w:val="26"/>
        </w:rPr>
        <w:t>education_level }},</w:t>
      </w:r>
      <w:r w:rsidRPr="00560562">
        <w:rPr>
          <w:rFonts w:ascii="Helvetica" w:hAnsi="Helvetica" w:cs="Helvetica"/>
          <w:bCs/>
          <w:color w:val="auto"/>
          <w:sz w:val="26"/>
          <w:szCs w:val="26"/>
        </w:rPr>
        <w:t xml:space="preserve"> {{ edu</w:t>
      </w:r>
      <w:r w:rsidR="008844FB">
        <w:rPr>
          <w:rFonts w:ascii="Helvetica" w:hAnsi="Helvetica" w:cs="Helvetica"/>
          <w:bCs/>
          <w:color w:val="auto"/>
          <w:sz w:val="26"/>
          <w:szCs w:val="26"/>
        </w:rPr>
        <w:t>.</w:t>
      </w:r>
      <w:r w:rsidRPr="00560562">
        <w:rPr>
          <w:rFonts w:ascii="Helvetica" w:hAnsi="Helvetica" w:cs="Helvetica"/>
          <w:bCs/>
          <w:color w:val="auto"/>
          <w:sz w:val="26"/>
          <w:szCs w:val="26"/>
        </w:rPr>
        <w:t xml:space="preserve">field_of_study }} </w:t>
      </w:r>
    </w:p>
    <w:p w14:paraId="3275E206" w14:textId="77777777" w:rsidR="009D49EB" w:rsidRPr="000F4B7E" w:rsidRDefault="009D49EB" w:rsidP="009D49EB">
      <w:r>
        <w:t>{%p endfor %}</w:t>
      </w:r>
    </w:p>
    <w:p w14:paraId="6F6CC689" w14:textId="77777777" w:rsidR="009D49EB" w:rsidRDefault="009D49EB" w:rsidP="009D49EB">
      <w:pPr>
        <w:pStyle w:val="Heading1"/>
      </w:pPr>
      <w:r>
        <w:t>SKILLS</w:t>
      </w:r>
    </w:p>
    <w:p w14:paraId="3B09651D" w14:textId="2A91E956" w:rsidR="009D49EB" w:rsidRPr="008B4527" w:rsidRDefault="009D49EB" w:rsidP="009D49EB">
      <w:pPr>
        <w:pStyle w:val="ListBullet"/>
        <w:numPr>
          <w:ilvl w:val="0"/>
          <w:numId w:val="0"/>
        </w:numPr>
        <w:ind w:left="216" w:hanging="216"/>
      </w:pPr>
      <w:r w:rsidRPr="008B4527">
        <w:t>{%</w:t>
      </w:r>
      <w:r>
        <w:rPr>
          <w:rFonts w:hint="eastAsia"/>
          <w:lang w:eastAsia="zh-CN"/>
        </w:rPr>
        <w:t>p</w:t>
      </w:r>
      <w:r w:rsidRPr="008B4527">
        <w:t xml:space="preserve"> for s in </w:t>
      </w:r>
      <w:r w:rsidR="006305AC">
        <w:rPr>
          <w:rFonts w:eastAsiaTheme="minorHAnsi"/>
        </w:rPr>
        <w:t>personalassess</w:t>
      </w:r>
      <w:r w:rsidR="006305AC">
        <w:t xml:space="preserve"> </w:t>
      </w:r>
      <w:r w:rsidR="008844FB">
        <w:t>.</w:t>
      </w:r>
      <w:r w:rsidRPr="008B4527">
        <w:t>skill</w:t>
      </w:r>
      <w:r>
        <w:t>_list</w:t>
      </w:r>
      <w:r w:rsidRPr="008B4527">
        <w:t xml:space="preserve"> %}</w:t>
      </w:r>
    </w:p>
    <w:p w14:paraId="7278E060" w14:textId="77777777" w:rsidR="009D49EB" w:rsidRDefault="009D49EB" w:rsidP="009D49EB">
      <w:pPr>
        <w:pStyle w:val="ListBullet"/>
      </w:pPr>
      <w:r>
        <w:t>{{ s }}</w:t>
      </w:r>
    </w:p>
    <w:p w14:paraId="2244B0B9" w14:textId="77777777" w:rsidR="009D49EB" w:rsidRDefault="009D49EB" w:rsidP="009D49EB">
      <w:r>
        <w:t>{%p endfor %}</w:t>
      </w:r>
    </w:p>
    <w:p w14:paraId="403C67C6" w14:textId="77777777" w:rsidR="009D49EB" w:rsidRPr="000F4B7E" w:rsidRDefault="009D49EB" w:rsidP="009D49EB">
      <w:r>
        <w:t>{% if language!=[] %}</w:t>
      </w:r>
    </w:p>
    <w:p w14:paraId="6865E41B" w14:textId="77777777" w:rsidR="009D49EB" w:rsidRDefault="009D49EB" w:rsidP="009D49EB">
      <w:pPr>
        <w:pStyle w:val="Heading1"/>
      </w:pPr>
      <w:r>
        <w:lastRenderedPageBreak/>
        <w:t>language</w:t>
      </w:r>
    </w:p>
    <w:p w14:paraId="27ECBD19" w14:textId="77777777" w:rsidR="009D49EB" w:rsidRDefault="009D49EB" w:rsidP="009D49EB">
      <w:pPr>
        <w:pStyle w:val="Heading3"/>
        <w:rPr>
          <w:caps/>
        </w:rPr>
      </w:pPr>
      <w:r>
        <w:t>{%p for l in language %}</w:t>
      </w:r>
    </w:p>
    <w:p w14:paraId="401F2107" w14:textId="0953A301" w:rsidR="009D49EB" w:rsidRDefault="009D49EB" w:rsidP="009D49EB">
      <w:pPr>
        <w:pStyle w:val="ListBullet"/>
        <w:tabs>
          <w:tab w:val="clear" w:pos="216"/>
        </w:tabs>
        <w:spacing w:after="0" w:line="240" w:lineRule="auto"/>
        <w:ind w:left="360" w:hanging="360"/>
      </w:pPr>
      <w:r>
        <w:t>{</w:t>
      </w:r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>{ l</w:t>
      </w:r>
      <w:r w:rsidR="008844FB">
        <w:rPr>
          <w:rFonts w:ascii="Helvetica" w:eastAsiaTheme="majorEastAsia" w:hAnsi="Helvetica" w:cs="Helvetica"/>
          <w:bCs/>
          <w:color w:val="1D824C"/>
          <w:sz w:val="26"/>
          <w:szCs w:val="26"/>
        </w:rPr>
        <w:t>.</w:t>
      </w:r>
      <w:r w:rsidRPr="00F311AB">
        <w:rPr>
          <w:rFonts w:ascii="Helvetica" w:eastAsiaTheme="majorEastAsia" w:hAnsi="Helvetica" w:cs="Helvetica"/>
          <w:bCs/>
          <w:color w:val="1D824C"/>
          <w:sz w:val="26"/>
          <w:szCs w:val="26"/>
        </w:rPr>
        <w:t xml:space="preserve">test_type}} </w:t>
      </w:r>
      <w:r w:rsidRPr="00F311AB">
        <w:rPr>
          <w:b/>
          <w:bCs/>
        </w:rPr>
        <w:t>Reading</w:t>
      </w:r>
      <w:r w:rsidRPr="00F311AB">
        <w:t xml:space="preserve">: {{ </w:t>
      </w:r>
      <w:r>
        <w:t>l</w:t>
      </w:r>
      <w:r w:rsidR="008844FB">
        <w:t>.</w:t>
      </w:r>
      <w:r>
        <w:t xml:space="preserve">reading }} </w:t>
      </w:r>
      <w:r w:rsidRPr="00F311AB">
        <w:rPr>
          <w:b/>
          <w:bCs/>
        </w:rPr>
        <w:t>Writing</w:t>
      </w:r>
      <w:r>
        <w:t>: {{ l</w:t>
      </w:r>
      <w:r w:rsidR="008844FB">
        <w:t>.</w:t>
      </w:r>
      <w:r>
        <w:t xml:space="preserve">writting}} </w:t>
      </w:r>
      <w:r w:rsidRPr="00F311AB">
        <w:rPr>
          <w:b/>
          <w:bCs/>
        </w:rPr>
        <w:t>Listening</w:t>
      </w:r>
      <w:r>
        <w:t>: {{ l</w:t>
      </w:r>
      <w:r w:rsidR="008844FB">
        <w:t>.</w:t>
      </w:r>
      <w:r>
        <w:t xml:space="preserve">listening }} </w:t>
      </w:r>
      <w:r w:rsidRPr="00F311AB">
        <w:rPr>
          <w:b/>
          <w:bCs/>
        </w:rPr>
        <w:t>Speaking</w:t>
      </w:r>
      <w:r>
        <w:t>: {{ l</w:t>
      </w:r>
      <w:r w:rsidR="008844FB">
        <w:t>.</w:t>
      </w:r>
      <w:r>
        <w:t>speaking }}</w:t>
      </w:r>
    </w:p>
    <w:p w14:paraId="0542E52F" w14:textId="77777777" w:rsidR="009D49EB" w:rsidRDefault="009D49EB" w:rsidP="009D49EB">
      <w:pPr>
        <w:pStyle w:val="ListBullet"/>
        <w:numPr>
          <w:ilvl w:val="0"/>
          <w:numId w:val="0"/>
        </w:numPr>
        <w:ind w:left="216" w:hanging="216"/>
      </w:pPr>
      <w:r>
        <w:t>{%p endfor %}</w:t>
      </w:r>
    </w:p>
    <w:p w14:paraId="725EF52B" w14:textId="77777777" w:rsidR="009D49EB" w:rsidRDefault="009D49EB" w:rsidP="009D49EB">
      <w:pPr>
        <w:pStyle w:val="ListBullet"/>
        <w:numPr>
          <w:ilvl w:val="0"/>
          <w:numId w:val="0"/>
        </w:numPr>
      </w:pPr>
      <w:r>
        <w:t>{%p endif %}</w:t>
      </w:r>
    </w:p>
    <w:p w14:paraId="3FF05C32" w14:textId="68A10C44" w:rsidR="009D49EB" w:rsidRPr="000F4B7E" w:rsidRDefault="009D49EB" w:rsidP="009D49EB">
      <w:r>
        <w:t>{% if personal</w:t>
      </w:r>
      <w:r w:rsidR="008844FB">
        <w:t>.</w:t>
      </w:r>
      <w:r>
        <w:t>activity%}</w:t>
      </w:r>
    </w:p>
    <w:p w14:paraId="030DC176" w14:textId="77777777" w:rsidR="009D49EB" w:rsidRDefault="009D49EB" w:rsidP="009D49EB">
      <w:pPr>
        <w:pStyle w:val="Heading1"/>
      </w:pPr>
      <w:r>
        <w:t>activities</w:t>
      </w:r>
    </w:p>
    <w:p w14:paraId="41C3706F" w14:textId="682FC3D0" w:rsidR="009D49EB" w:rsidRDefault="009D49EB" w:rsidP="009D49EB">
      <w:pPr>
        <w:pStyle w:val="ListBullet"/>
        <w:numPr>
          <w:ilvl w:val="0"/>
          <w:numId w:val="0"/>
        </w:numPr>
      </w:pPr>
      <w:r>
        <w:t xml:space="preserve">{%p for a in </w:t>
      </w:r>
      <w:r w:rsidR="006305AC">
        <w:rPr>
          <w:rFonts w:eastAsiaTheme="minorHAnsi"/>
        </w:rPr>
        <w:t>personalassess</w:t>
      </w:r>
      <w:r w:rsidR="006305AC">
        <w:t xml:space="preserve"> </w:t>
      </w:r>
      <w:r w:rsidR="008844FB">
        <w:t>.</w:t>
      </w:r>
      <w:r>
        <w:t>activity %}</w:t>
      </w:r>
    </w:p>
    <w:p w14:paraId="01BD1E62" w14:textId="77777777" w:rsidR="009D49EB" w:rsidRDefault="009D49EB" w:rsidP="009D49EB">
      <w:pPr>
        <w:pStyle w:val="ListBullet"/>
      </w:pPr>
      <w:r>
        <w:t>{{ a }}</w:t>
      </w:r>
    </w:p>
    <w:p w14:paraId="4F4347BA" w14:textId="77777777" w:rsidR="009D49EB" w:rsidRDefault="009D49EB" w:rsidP="009D49EB">
      <w:pPr>
        <w:pStyle w:val="ListBullet"/>
        <w:numPr>
          <w:ilvl w:val="0"/>
          <w:numId w:val="0"/>
        </w:numPr>
      </w:pPr>
      <w:r>
        <w:t>{%p endfor %}</w:t>
      </w:r>
    </w:p>
    <w:p w14:paraId="63239844" w14:textId="77777777" w:rsidR="009D49EB" w:rsidRDefault="009D49EB" w:rsidP="009D49EB">
      <w:pPr>
        <w:pStyle w:val="ListBullet"/>
        <w:numPr>
          <w:ilvl w:val="0"/>
          <w:numId w:val="0"/>
        </w:numPr>
      </w:pPr>
      <w:r>
        <w:t>{%p endif %}</w:t>
      </w:r>
    </w:p>
    <w:p w14:paraId="6795568C" w14:textId="77777777" w:rsidR="009D49EB" w:rsidRDefault="009D49EB" w:rsidP="009D49EB">
      <w:pPr>
        <w:pStyle w:val="ListBullet"/>
        <w:numPr>
          <w:ilvl w:val="0"/>
          <w:numId w:val="0"/>
        </w:numPr>
      </w:pPr>
    </w:p>
    <w:p w14:paraId="02450B38" w14:textId="77777777" w:rsidR="00B43115" w:rsidRPr="009D49EB" w:rsidRDefault="00B43115" w:rsidP="009D49EB"/>
    <w:sectPr w:rsidR="00B43115" w:rsidRPr="009D49EB">
      <w:headerReference w:type="default" r:id="rId8"/>
      <w:footerReference w:type="default" r:id="rId9"/>
      <w:headerReference w:type="first" r:id="rId10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E76D6" w14:textId="77777777" w:rsidR="001F6BBD" w:rsidRDefault="001F6BBD">
      <w:r>
        <w:separator/>
      </w:r>
    </w:p>
  </w:endnote>
  <w:endnote w:type="continuationSeparator" w:id="0">
    <w:p w14:paraId="1C8E46ED" w14:textId="77777777" w:rsidR="001F6BBD" w:rsidRDefault="001F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BDB1" w14:textId="77777777" w:rsidR="00355190" w:rsidRDefault="005B59DD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CF06" w14:textId="77777777" w:rsidR="001F6BBD" w:rsidRDefault="001F6BBD">
      <w:r>
        <w:separator/>
      </w:r>
    </w:p>
  </w:footnote>
  <w:footnote w:type="continuationSeparator" w:id="0">
    <w:p w14:paraId="1DA914CD" w14:textId="77777777" w:rsidR="001F6BBD" w:rsidRDefault="001F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EE58" w14:textId="77777777" w:rsidR="00355190" w:rsidRDefault="005B59DD"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A565A24" wp14:editId="2DCCD92B">
              <wp:simplePos x="876300" y="45720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3960" cy="7205980"/>
              <wp:effectExtent l="0" t="0" r="0" b="6985"/>
              <wp:wrapNone/>
              <wp:docPr id="1" name="Fram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013960" cy="7205980"/>
                      </a:xfrm>
                      <a:prstGeom prst="frame">
                        <a:avLst>
                          <a:gd name="adj1" fmla="val 2604"/>
                        </a:avLst>
                      </a:prstGeom>
                      <a:solidFill>
                        <a:srgbClr val="E3AB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shape w14:anchorId="7FAF615E" id="Frame 1" o:spid="_x0000_s1026" style="position:absolute;margin-left:0;margin-top:0;width:394.8pt;height:567.4pt;z-index:-251651072;visibility:visible;mso-wrap-style:square;mso-width-percent:941;mso-height-percent:954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954;mso-width-relative:page;mso-height-relative:page;v-text-anchor:middle" coordsize="5013960,720598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" path="m,l5013960,r,7205980l,7205980,,xm130564,130564r,6944852l4883396,7075416r,-6944852l130564,130564xe" fillcolor="#e3ab47" stroked="f" strokeweight="1pt">
              <v:stroke joinstyle="miter"/>
              <v:path arrowok="t" o:connecttype="custom" o:connectlocs="0,0;5013960,0;5013960,7205980;0,7205980;0,0;130564,130564;130564,7075416;4883396,7075416;4883396,130564;130564,130564" o:connectangles="0,0,0,0,0,0,0,0,0,0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8A6D" w14:textId="77777777" w:rsidR="00355190" w:rsidRDefault="005B59DD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6B4020B" wp14:editId="62BF150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4" name="Group 4" title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5" name="Frame 5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79737E9" w14:textId="77777777" w:rsidR="00355190" w:rsidRDefault="00355190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26B4020B" id="Group 4" o:spid="_x0000_s1026" alt="Title: Page frame with tab" style="position:absolute;margin-left:0;margin-top:0;width:394.7pt;height:567.5pt;z-index:-251653120;mso-width-percent:941;mso-height-percent:954;mso-position-horizontal:center;mso-position-horizontal-relative:page;mso-position-vertical:center;mso-position-vertical-relative:page;mso-width-percent:941;mso-height-percent:954" coordorigin="1333" coordsize="73152,960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">
              <v:shape id="Frame 5" o:spid="_x0000_s1027" style="position:absolute;left:1333;width:73152;height:96012;visibility:visible;mso-wrap-style:square;v-text-anchor:middle" coordsize="7315200,9601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" path="m,l7315200,r,9601200l,9601200,,xm190488,190488r,9220224l7124712,9410712r,-9220224l190488,190488xe" fillcolor="#e3ab47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8" o:spid="_x0000_s1028" style="position:absolute;left:2286;top:4286;width:3581;height:8020;visibility:visible;mso-wrap-style:square;v-text-anchor:top" coordsize="240,528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" adj="-11796480,,5400" path="m2,l169,r71,246l169,480r-110,l59,528,,480r2,l2,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579737E9" w14:textId="77777777" w:rsidR="00355190" w:rsidRDefault="00355190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AC94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72B5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0217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18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0C77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70F02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9AFB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209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2BA4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DB3AE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366419"/>
    <w:multiLevelType w:val="hybridMultilevel"/>
    <w:tmpl w:val="AC56CE1A"/>
    <w:lvl w:ilvl="0" w:tplc="B24CB1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7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655"/>
    <w:multiLevelType w:val="hybridMultilevel"/>
    <w:tmpl w:val="7AB01E5C"/>
    <w:lvl w:ilvl="0" w:tplc="14FA4362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94223">
    <w:abstractNumId w:val="9"/>
  </w:num>
  <w:num w:numId="2" w16cid:durableId="1929658638">
    <w:abstractNumId w:val="11"/>
  </w:num>
  <w:num w:numId="3" w16cid:durableId="924341393">
    <w:abstractNumId w:val="10"/>
  </w:num>
  <w:num w:numId="4" w16cid:durableId="788276466">
    <w:abstractNumId w:val="7"/>
  </w:num>
  <w:num w:numId="5" w16cid:durableId="1371494536">
    <w:abstractNumId w:val="6"/>
  </w:num>
  <w:num w:numId="6" w16cid:durableId="1729573596">
    <w:abstractNumId w:val="5"/>
  </w:num>
  <w:num w:numId="7" w16cid:durableId="617444445">
    <w:abstractNumId w:val="4"/>
  </w:num>
  <w:num w:numId="8" w16cid:durableId="835808253">
    <w:abstractNumId w:val="8"/>
  </w:num>
  <w:num w:numId="9" w16cid:durableId="100153357">
    <w:abstractNumId w:val="3"/>
  </w:num>
  <w:num w:numId="10" w16cid:durableId="1328555704">
    <w:abstractNumId w:val="2"/>
  </w:num>
  <w:num w:numId="11" w16cid:durableId="609818838">
    <w:abstractNumId w:val="1"/>
  </w:num>
  <w:num w:numId="12" w16cid:durableId="1963460882">
    <w:abstractNumId w:val="0"/>
  </w:num>
  <w:num w:numId="13" w16cid:durableId="911696469">
    <w:abstractNumId w:val="12"/>
  </w:num>
  <w:num w:numId="14" w16cid:durableId="201140749">
    <w:abstractNumId w:val="13"/>
  </w:num>
  <w:num w:numId="15" w16cid:durableId="955985216">
    <w:abstractNumId w:val="11"/>
  </w:num>
  <w:num w:numId="16" w16cid:durableId="14718265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DBD"/>
    <w:rsid w:val="00056E09"/>
    <w:rsid w:val="00084F10"/>
    <w:rsid w:val="000C6356"/>
    <w:rsid w:val="000F4B7E"/>
    <w:rsid w:val="00175B96"/>
    <w:rsid w:val="001F6BBD"/>
    <w:rsid w:val="002B0681"/>
    <w:rsid w:val="00323CEE"/>
    <w:rsid w:val="00355190"/>
    <w:rsid w:val="003C62D9"/>
    <w:rsid w:val="00423FD5"/>
    <w:rsid w:val="005A6C67"/>
    <w:rsid w:val="005B59DD"/>
    <w:rsid w:val="006305AC"/>
    <w:rsid w:val="0065063F"/>
    <w:rsid w:val="006527CD"/>
    <w:rsid w:val="006769BE"/>
    <w:rsid w:val="00772F3C"/>
    <w:rsid w:val="008844FB"/>
    <w:rsid w:val="00897374"/>
    <w:rsid w:val="008D79A4"/>
    <w:rsid w:val="00962B00"/>
    <w:rsid w:val="009D49EB"/>
    <w:rsid w:val="00A477B0"/>
    <w:rsid w:val="00AD6DBD"/>
    <w:rsid w:val="00B43115"/>
    <w:rsid w:val="00B64921"/>
    <w:rsid w:val="00C85CC2"/>
    <w:rsid w:val="00CB2A39"/>
    <w:rsid w:val="00E035B8"/>
    <w:rsid w:val="00E2076B"/>
    <w:rsid w:val="00E77EED"/>
    <w:rsid w:val="00F009C3"/>
    <w:rsid w:val="00F4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F5510"/>
  <w15:chartTrackingRefBased/>
  <w15:docId w15:val="{58C0976E-8E32-4F40-9392-63F9BA25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10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customStyle="1" w:styleId="ContactInfo">
    <w:name w:val="Contact Info"/>
    <w:basedOn w:val="Normal"/>
    <w:uiPriority w:val="2"/>
    <w:qFormat/>
    <w:pPr>
      <w:spacing w:after="540" w:line="288" w:lineRule="auto"/>
      <w:ind w:right="2880"/>
      <w:contextualSpacing/>
    </w:pPr>
    <w:rPr>
      <w:rFonts w:asciiTheme="majorHAnsi" w:hAnsiTheme="majorHAnsi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pPr>
      <w:spacing w:before="120" w:line="192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asciiTheme="majorHAnsi" w:eastAsiaTheme="minorEastAsia" w:hAnsiTheme="majorHAnsi"/>
      <w:spacing w:val="15"/>
      <w:sz w:val="24"/>
      <w:szCs w:val="22"/>
    </w:rPr>
  </w:style>
  <w:style w:type="paragraph" w:styleId="ListBullet">
    <w:name w:val="List Bullet"/>
    <w:basedOn w:val="Normal"/>
    <w:uiPriority w:val="9"/>
    <w:qFormat/>
    <w:pPr>
      <w:numPr>
        <w:numId w:val="2"/>
      </w:numPr>
      <w:spacing w:after="12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qFormat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inorEastAsia" w:hAnsiTheme="majorHAnsi"/>
      <w:spacing w:val="15"/>
      <w:sz w:val="24"/>
      <w:szCs w:val="22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7" w:themeColor="accent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7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paragraph" w:styleId="ListParagraph">
    <w:name w:val="List Paragraph"/>
    <w:basedOn w:val="Normal"/>
    <w:uiPriority w:val="34"/>
    <w:unhideWhenUsed/>
    <w:qFormat/>
    <w:pPr>
      <w:ind w:left="216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ubtleReference">
    <w:name w:val="Subtle Reference"/>
    <w:basedOn w:val="DefaultParagraphFont"/>
    <w:uiPriority w:val="10"/>
    <w:unhideWhenUsed/>
    <w:qFormat/>
    <w:rPr>
      <w:caps/>
      <w:smallCaps w:val="0"/>
      <w:color w:val="7F7F7F" w:themeColor="text1" w:themeTint="80"/>
    </w:rPr>
  </w:style>
  <w:style w:type="paragraph" w:customStyle="1" w:styleId="Name">
    <w:name w:val="Name"/>
    <w:basedOn w:val="Normal"/>
    <w:uiPriority w:val="1"/>
    <w:qFormat/>
    <w:pPr>
      <w:spacing w:line="192" w:lineRule="auto"/>
      <w:contextualSpacing/>
    </w:pPr>
    <w:rPr>
      <w:rFonts w:asciiTheme="majorHAnsi" w:hAnsiTheme="majorHAnsi"/>
      <w:b/>
      <w:caps/>
      <w:color w:val="0E0B05" w:themeColor="text2"/>
      <w:kern w:val="28"/>
      <w:sz w:val="70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color w:val="000000" w:themeColor="text1"/>
      <w:kern w:val="28"/>
      <w:sz w:val="70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ListNumber">
    <w:name w:val="List Number"/>
    <w:basedOn w:val="Normal"/>
    <w:uiPriority w:val="10"/>
    <w:qFormat/>
    <w:pPr>
      <w:numPr>
        <w:numId w:val="13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spacing w:before="720" w:after="280" w:line="240" w:lineRule="auto"/>
      <w:contextualSpacing/>
    </w:pPr>
    <w:rPr>
      <w:color w:val="0E0B05" w:themeColor="text2"/>
      <w:sz w:val="24"/>
    </w:rPr>
  </w:style>
  <w:style w:type="character" w:customStyle="1" w:styleId="DateChar">
    <w:name w:val="Date Char"/>
    <w:basedOn w:val="DefaultParagraphFont"/>
    <w:link w:val="Date"/>
    <w:uiPriority w:val="99"/>
    <w:semiHidden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spacing w:before="800" w:after="0" w:line="240" w:lineRule="auto"/>
    </w:pPr>
    <w:rPr>
      <w:color w:val="0E0B05" w:themeColor="text2"/>
      <w:sz w:val="24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color w:val="0E0B05" w:themeColor="text2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pPr>
      <w:spacing w:before="1080" w:after="280" w:line="240" w:lineRule="auto"/>
      <w:contextualSpacing/>
    </w:pPr>
    <w:rPr>
      <w:color w:val="0E0B05" w:themeColor="text2"/>
    </w:rPr>
  </w:style>
  <w:style w:type="character" w:customStyle="1" w:styleId="SignatureChar">
    <w:name w:val="Signature Char"/>
    <w:basedOn w:val="DefaultParagraphFont"/>
    <w:link w:val="Signature"/>
    <w:uiPriority w:val="99"/>
    <w:semiHidden/>
    <w:rPr>
      <w:color w:val="0E0B05" w:themeColor="text2"/>
    </w:rPr>
  </w:style>
  <w:style w:type="paragraph" w:customStyle="1" w:styleId="Text">
    <w:name w:val="Text"/>
    <w:basedOn w:val="Normal"/>
    <w:next w:val="Normal"/>
    <w:uiPriority w:val="3"/>
    <w:qFormat/>
    <w:rsid w:val="00C85CC2"/>
    <w:pPr>
      <w:spacing w:after="0" w:line="288" w:lineRule="auto"/>
    </w:pPr>
    <w:rPr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5A66346E-FD30-DE47-B69E-FBEFDD864CF3%7dtf1000207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AFC0D70476CD468D74EC952F767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C64DF1-203F-CD46-AADE-9EC95E40B114}"/>
      </w:docPartPr>
      <w:docPartBody>
        <w:p w:rsidR="003D68A6" w:rsidRDefault="00523A90" w:rsidP="00523A90">
          <w:pPr>
            <w:pStyle w:val="20AFC0D70476CD468D74EC952F76787E"/>
          </w:pPr>
          <w:r>
            <w:t>Experience</w:t>
          </w:r>
        </w:p>
      </w:docPartBody>
    </w:docPart>
    <w:docPart>
      <w:docPartPr>
        <w:name w:val="AE53957CC2CBA5408DEC04DE3F3CF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E6E9D-0C60-4F4E-81E6-11DDD75D9476}"/>
      </w:docPartPr>
      <w:docPartBody>
        <w:p w:rsidR="003D68A6" w:rsidRDefault="00523A90" w:rsidP="00523A90">
          <w:pPr>
            <w:pStyle w:val="AE53957CC2CBA5408DEC04DE3F3CFEA0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416C3"/>
    <w:multiLevelType w:val="hybridMultilevel"/>
    <w:tmpl w:val="1884BEFA"/>
    <w:lvl w:ilvl="0" w:tplc="F1084306">
      <w:start w:val="1"/>
      <w:numFmt w:val="bullet"/>
      <w:pStyle w:val="List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4472C4" w:themeColor="accent1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32602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00"/>
    <w:rsid w:val="00175669"/>
    <w:rsid w:val="00296700"/>
    <w:rsid w:val="002E6140"/>
    <w:rsid w:val="00387F82"/>
    <w:rsid w:val="003D68A6"/>
    <w:rsid w:val="00523A90"/>
    <w:rsid w:val="00872848"/>
    <w:rsid w:val="00925528"/>
    <w:rsid w:val="00D04CB0"/>
    <w:rsid w:val="00D2350A"/>
    <w:rsid w:val="00F1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rsid w:val="00925528"/>
    <w:pPr>
      <w:numPr>
        <w:numId w:val="1"/>
      </w:numPr>
      <w:spacing w:after="120" w:line="312" w:lineRule="auto"/>
    </w:pPr>
    <w:rPr>
      <w:rFonts w:eastAsiaTheme="minorHAnsi"/>
      <w:color w:val="7F7F7F" w:themeColor="text1" w:themeTint="80"/>
      <w:sz w:val="20"/>
      <w:szCs w:val="20"/>
      <w:lang w:val="en-US" w:eastAsia="ja-JP"/>
    </w:rPr>
  </w:style>
  <w:style w:type="paragraph" w:customStyle="1" w:styleId="20AFC0D70476CD468D74EC952F76787E">
    <w:name w:val="20AFC0D70476CD468D74EC952F76787E"/>
    <w:rsid w:val="00523A90"/>
  </w:style>
  <w:style w:type="paragraph" w:customStyle="1" w:styleId="AE53957CC2CBA5408DEC04DE3F3CFEA0">
    <w:name w:val="AE53957CC2CBA5408DEC04DE3F3CFEA0"/>
    <w:rsid w:val="00523A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7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98628-F691-48F0-A8D5-040D4D8B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{5A66346E-FD30-DE47-B69E-FBEFDD864CF3}tf10002074.dotx</Template>
  <TotalTime>19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Jacky Zhang</cp:lastModifiedBy>
  <cp:revision>25</cp:revision>
  <dcterms:created xsi:type="dcterms:W3CDTF">2021-12-02T22:51:00Z</dcterms:created>
  <dcterms:modified xsi:type="dcterms:W3CDTF">2022-07-12T18:57:00Z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TF10002018</vt:lpwstr>
  </property>
</Properties>
</file>