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ABEDE" w14:textId="50E75D63" w:rsidR="002A77A6" w:rsidRDefault="002C129D" w:rsidP="009D5508">
      <w:pPr>
        <w:pStyle w:val="FirstParagraph"/>
        <w:spacing w:line="360" w:lineRule="auto"/>
        <w:jc w:val="right"/>
      </w:pPr>
      <w:r>
        <w:fldChar w:fldCharType="begin"/>
      </w:r>
      <w:r>
        <w:instrText xml:space="preserve"> DATE \@ "MMMM d, yyyy" </w:instrText>
      </w:r>
      <w:r>
        <w:fldChar w:fldCharType="separate"/>
      </w:r>
      <w:r>
        <w:rPr>
          <w:noProof/>
        </w:rPr>
        <w:t>February 19, 2022</w:t>
      </w:r>
      <w:r>
        <w:fldChar w:fldCharType="end"/>
      </w:r>
    </w:p>
    <w:p w14:paraId="6CC20FFE" w14:textId="77777777" w:rsidR="009D5508" w:rsidRPr="009D5508" w:rsidRDefault="009D5508" w:rsidP="009D5508">
      <w:pPr>
        <w:pStyle w:val="BodyText"/>
      </w:pPr>
    </w:p>
    <w:p w14:paraId="4807D6DD" w14:textId="1010EFFC" w:rsidR="00B3349A" w:rsidRDefault="00251A89" w:rsidP="00445950">
      <w:pPr>
        <w:pStyle w:val="BodyText"/>
        <w:spacing w:line="360" w:lineRule="auto"/>
        <w:rPr>
          <w:b/>
          <w:bCs/>
        </w:rPr>
      </w:pPr>
      <w:r>
        <w:rPr>
          <w:b/>
          <w:bCs/>
        </w:rPr>
        <w:t xml:space="preserve">Subject: Application of LMIA for supporting </w:t>
      </w:r>
      <w:r w:rsidR="00F947D5">
        <w:rPr>
          <w:b/>
          <w:bCs/>
        </w:rPr>
        <w:t>{{</w:t>
      </w:r>
      <w:proofErr w:type="spellStart"/>
      <w:proofErr w:type="gramStart"/>
      <w:r w:rsidR="00F947D5">
        <w:rPr>
          <w:b/>
          <w:bCs/>
        </w:rPr>
        <w:t>lm</w:t>
      </w:r>
      <w:r w:rsidR="00CC4CA9">
        <w:rPr>
          <w:b/>
          <w:bCs/>
        </w:rPr>
        <w:t>i</w:t>
      </w:r>
      <w:r w:rsidR="00F947D5">
        <w:rPr>
          <w:b/>
          <w:bCs/>
        </w:rPr>
        <w:t>a</w:t>
      </w:r>
      <w:r w:rsidR="006152EB">
        <w:rPr>
          <w:b/>
          <w:bCs/>
        </w:rPr>
        <w:t>case</w:t>
      </w:r>
      <w:r w:rsidR="00FC45BB">
        <w:rPr>
          <w:b/>
          <w:bCs/>
        </w:rPr>
        <w:t>.</w:t>
      </w:r>
      <w:r w:rsidR="004C3304">
        <w:rPr>
          <w:b/>
          <w:bCs/>
        </w:rPr>
        <w:t>purpose</w:t>
      </w:r>
      <w:proofErr w:type="gramEnd"/>
      <w:r w:rsidR="006152EB">
        <w:rPr>
          <w:b/>
          <w:bCs/>
        </w:rPr>
        <w:t>_say</w:t>
      </w:r>
      <w:proofErr w:type="spellEnd"/>
      <w:r w:rsidR="00F947D5">
        <w:rPr>
          <w:b/>
          <w:bCs/>
        </w:rPr>
        <w:t>}}</w:t>
      </w:r>
    </w:p>
    <w:p w14:paraId="6BB4D535" w14:textId="77777777" w:rsidR="00F615E1" w:rsidRDefault="00251A89" w:rsidP="00445950">
      <w:pPr>
        <w:pStyle w:val="BodyText"/>
        <w:spacing w:line="360" w:lineRule="auto"/>
        <w:rPr>
          <w:b/>
          <w:bCs/>
        </w:rPr>
      </w:pPr>
      <w:r>
        <w:rPr>
          <w:b/>
          <w:bCs/>
        </w:rPr>
        <w:t xml:space="preserve">Job Title: </w:t>
      </w:r>
      <w:proofErr w:type="gramStart"/>
      <w:r w:rsidR="004C3304">
        <w:rPr>
          <w:b/>
          <w:bCs/>
        </w:rPr>
        <w:t xml:space="preserve">{{ </w:t>
      </w:r>
      <w:proofErr w:type="spellStart"/>
      <w:r w:rsidR="004C3304">
        <w:rPr>
          <w:b/>
          <w:bCs/>
        </w:rPr>
        <w:t>joboffer</w:t>
      </w:r>
      <w:r w:rsidR="00FC45BB">
        <w:rPr>
          <w:b/>
          <w:bCs/>
        </w:rPr>
        <w:t>.</w:t>
      </w:r>
      <w:r w:rsidR="004C3304">
        <w:rPr>
          <w:b/>
          <w:bCs/>
        </w:rPr>
        <w:t>job</w:t>
      </w:r>
      <w:proofErr w:type="gramEnd"/>
      <w:r w:rsidR="004C3304">
        <w:rPr>
          <w:b/>
          <w:bCs/>
        </w:rPr>
        <w:t>_title</w:t>
      </w:r>
      <w:proofErr w:type="spellEnd"/>
      <w:r w:rsidR="004C3304">
        <w:rPr>
          <w:b/>
          <w:bCs/>
        </w:rPr>
        <w:t xml:space="preserve"> }}</w:t>
      </w:r>
      <w:r>
        <w:rPr>
          <w:b/>
          <w:bCs/>
        </w:rPr>
        <w:t xml:space="preserve">, NOC: </w:t>
      </w:r>
      <w:r w:rsidR="004C3304">
        <w:rPr>
          <w:b/>
          <w:bCs/>
        </w:rPr>
        <w:t xml:space="preserve">{{ </w:t>
      </w:r>
      <w:proofErr w:type="spellStart"/>
      <w:r w:rsidR="004C3304">
        <w:rPr>
          <w:b/>
          <w:bCs/>
        </w:rPr>
        <w:t>joboffer</w:t>
      </w:r>
      <w:r w:rsidR="00FC45BB">
        <w:rPr>
          <w:b/>
          <w:bCs/>
        </w:rPr>
        <w:t>.</w:t>
      </w:r>
      <w:r w:rsidR="004C3304">
        <w:rPr>
          <w:b/>
          <w:bCs/>
        </w:rPr>
        <w:t>noc</w:t>
      </w:r>
      <w:proofErr w:type="spellEnd"/>
      <w:r w:rsidR="004C3304">
        <w:rPr>
          <w:b/>
          <w:bCs/>
        </w:rPr>
        <w:t xml:space="preserve"> }}</w:t>
      </w:r>
      <w:r>
        <w:rPr>
          <w:b/>
          <w:bCs/>
        </w:rPr>
        <w:t xml:space="preserve">, TFW number: </w:t>
      </w:r>
      <w:r w:rsidR="004C3304">
        <w:rPr>
          <w:b/>
          <w:bCs/>
        </w:rPr>
        <w:t xml:space="preserve">{{ </w:t>
      </w:r>
      <w:proofErr w:type="spellStart"/>
      <w:r w:rsidR="00DE74C3">
        <w:rPr>
          <w:b/>
          <w:bCs/>
        </w:rPr>
        <w:t>lmia</w:t>
      </w:r>
      <w:r w:rsidR="006152EB">
        <w:rPr>
          <w:b/>
          <w:bCs/>
        </w:rPr>
        <w:t>case</w:t>
      </w:r>
      <w:r w:rsidR="00FC45BB">
        <w:rPr>
          <w:b/>
          <w:bCs/>
        </w:rPr>
        <w:t>.</w:t>
      </w:r>
      <w:r w:rsidR="004C3304">
        <w:rPr>
          <w:b/>
          <w:bCs/>
        </w:rPr>
        <w:t>number</w:t>
      </w:r>
      <w:r w:rsidR="006152EB">
        <w:rPr>
          <w:b/>
          <w:bCs/>
        </w:rPr>
        <w:t>_of_tfw</w:t>
      </w:r>
      <w:proofErr w:type="spellEnd"/>
      <w:r w:rsidR="004C3304">
        <w:rPr>
          <w:b/>
          <w:bCs/>
        </w:rPr>
        <w:t xml:space="preserve"> }}</w:t>
      </w:r>
      <w:r>
        <w:br/>
      </w:r>
      <w:r>
        <w:rPr>
          <w:b/>
          <w:bCs/>
        </w:rPr>
        <w:t xml:space="preserve">Employer: </w:t>
      </w:r>
      <w:r w:rsidR="004C3304">
        <w:rPr>
          <w:b/>
          <w:bCs/>
        </w:rPr>
        <w:t xml:space="preserve">{{ </w:t>
      </w:r>
      <w:proofErr w:type="spellStart"/>
      <w:r w:rsidR="006152EB">
        <w:rPr>
          <w:b/>
          <w:bCs/>
        </w:rPr>
        <w:t>general.legal</w:t>
      </w:r>
      <w:r w:rsidR="004C3304">
        <w:rPr>
          <w:b/>
          <w:bCs/>
        </w:rPr>
        <w:t>_name</w:t>
      </w:r>
      <w:proofErr w:type="spellEnd"/>
      <w:r w:rsidR="004C3304">
        <w:rPr>
          <w:b/>
          <w:bCs/>
        </w:rPr>
        <w:t xml:space="preserve"> }}</w:t>
      </w:r>
      <w:r>
        <w:rPr>
          <w:b/>
          <w:bCs/>
        </w:rPr>
        <w:t xml:space="preserve"> </w:t>
      </w:r>
    </w:p>
    <w:p w14:paraId="1DFD037C" w14:textId="14B12A6A" w:rsidR="002A77A6" w:rsidRDefault="00251A89" w:rsidP="00445950">
      <w:pPr>
        <w:pStyle w:val="BodyText"/>
        <w:spacing w:line="360" w:lineRule="auto"/>
      </w:pPr>
      <w:r>
        <w:rPr>
          <w:b/>
          <w:bCs/>
        </w:rPr>
        <w:t xml:space="preserve">Employee: </w:t>
      </w:r>
      <w:r w:rsidR="004C3304">
        <w:rPr>
          <w:b/>
          <w:bCs/>
        </w:rPr>
        <w:t>{{</w:t>
      </w:r>
      <w:proofErr w:type="spellStart"/>
      <w:proofErr w:type="gramStart"/>
      <w:r w:rsidR="004C3304">
        <w:rPr>
          <w:b/>
          <w:bCs/>
        </w:rPr>
        <w:t>personal</w:t>
      </w:r>
      <w:r w:rsidR="006152EB">
        <w:rPr>
          <w:b/>
          <w:bCs/>
        </w:rPr>
        <w:t>.full</w:t>
      </w:r>
      <w:proofErr w:type="gramEnd"/>
      <w:r w:rsidR="006152EB">
        <w:rPr>
          <w:b/>
          <w:bCs/>
        </w:rPr>
        <w:t>_name</w:t>
      </w:r>
      <w:proofErr w:type="spellEnd"/>
      <w:r w:rsidR="004C3304">
        <w:rPr>
          <w:b/>
          <w:bCs/>
        </w:rPr>
        <w:t xml:space="preserve"> }}</w:t>
      </w:r>
    </w:p>
    <w:p w14:paraId="0E7B751B" w14:textId="31DF2EFA" w:rsidR="002A77A6" w:rsidRDefault="00251A89" w:rsidP="00445950">
      <w:pPr>
        <w:pStyle w:val="BodyText"/>
        <w:spacing w:line="360" w:lineRule="auto"/>
      </w:pPr>
      <w:r>
        <w:t>Dear officer,</w:t>
      </w:r>
      <w:r>
        <w:br/>
        <w:t>I am the authorized representative of</w:t>
      </w:r>
      <w:r w:rsidR="00715585">
        <w:t xml:space="preserve"> {{</w:t>
      </w:r>
      <w:proofErr w:type="spellStart"/>
      <w:proofErr w:type="gramStart"/>
      <w:r w:rsidR="006152EB">
        <w:t>general.legal</w:t>
      </w:r>
      <w:proofErr w:type="gramEnd"/>
      <w:r w:rsidR="006152EB">
        <w:t>_name</w:t>
      </w:r>
      <w:proofErr w:type="spellEnd"/>
      <w:r w:rsidR="00715585">
        <w:t xml:space="preserve"> }}</w:t>
      </w:r>
      <w:r>
        <w:t xml:space="preserve"> to apply for a LMIA for supporting </w:t>
      </w:r>
      <w:r w:rsidR="00715585">
        <w:t xml:space="preserve">{{ </w:t>
      </w:r>
      <w:proofErr w:type="spellStart"/>
      <w:r w:rsidR="00715585">
        <w:t>lmia</w:t>
      </w:r>
      <w:r w:rsidR="006152EB">
        <w:t>case</w:t>
      </w:r>
      <w:r w:rsidR="00FC45BB">
        <w:t>.</w:t>
      </w:r>
      <w:r w:rsidR="00715585">
        <w:t>purpose</w:t>
      </w:r>
      <w:r w:rsidR="006152EB">
        <w:t>_say</w:t>
      </w:r>
      <w:proofErr w:type="spellEnd"/>
      <w:r w:rsidR="00715585">
        <w:t xml:space="preserve"> }}</w:t>
      </w:r>
      <w:r w:rsidR="005D396C">
        <w:t>.</w:t>
      </w:r>
    </w:p>
    <w:p w14:paraId="79B17BF6" w14:textId="0AF4802F" w:rsidR="00352661" w:rsidRDefault="00251A89" w:rsidP="00445950">
      <w:pPr>
        <w:pStyle w:val="BodyText"/>
        <w:spacing w:line="360" w:lineRule="auto"/>
      </w:pPr>
      <w:r>
        <w:rPr>
          <w:b/>
          <w:bCs/>
        </w:rPr>
        <w:t>Company Background</w:t>
      </w:r>
      <w:r>
        <w:br/>
      </w:r>
      <w:proofErr w:type="gramStart"/>
      <w:r w:rsidR="00D753A2">
        <w:t xml:space="preserve">{{ </w:t>
      </w:r>
      <w:proofErr w:type="spellStart"/>
      <w:r w:rsidR="006152EB">
        <w:t>general</w:t>
      </w:r>
      <w:proofErr w:type="gramEnd"/>
      <w:r w:rsidR="006152EB">
        <w:t>.</w:t>
      </w:r>
      <w:r w:rsidR="00D753A2">
        <w:t>company_</w:t>
      </w:r>
      <w:r w:rsidR="00FB53F7">
        <w:t>intro</w:t>
      </w:r>
      <w:proofErr w:type="spellEnd"/>
      <w:r w:rsidR="00D753A2">
        <w:t>}}</w:t>
      </w:r>
    </w:p>
    <w:p w14:paraId="033B844C" w14:textId="4F81A404" w:rsidR="00352661" w:rsidRDefault="00D753A2" w:rsidP="00445950">
      <w:pPr>
        <w:pStyle w:val="BodyText"/>
        <w:spacing w:line="360" w:lineRule="auto"/>
      </w:pPr>
      <w:proofErr w:type="gramStart"/>
      <w:r>
        <w:t>{{</w:t>
      </w:r>
      <w:r w:rsidR="006152EB" w:rsidRPr="006152EB">
        <w:t xml:space="preserve"> </w:t>
      </w:r>
      <w:proofErr w:type="spellStart"/>
      <w:r w:rsidR="006152EB">
        <w:t>general</w:t>
      </w:r>
      <w:proofErr w:type="gramEnd"/>
      <w:r w:rsidR="006152EB">
        <w:t>.</w:t>
      </w:r>
      <w:r>
        <w:t>business_</w:t>
      </w:r>
      <w:r w:rsidR="006A2ACF">
        <w:t>intro</w:t>
      </w:r>
      <w:proofErr w:type="spellEnd"/>
      <w:r>
        <w:t>}}</w:t>
      </w:r>
    </w:p>
    <w:p w14:paraId="3D252C6E" w14:textId="2718180B" w:rsidR="00D753A2" w:rsidRDefault="00D753A2" w:rsidP="00445950">
      <w:pPr>
        <w:pStyle w:val="BodyText"/>
        <w:spacing w:line="360" w:lineRule="auto"/>
      </w:pPr>
      <w:r>
        <w:t>{{</w:t>
      </w:r>
      <w:proofErr w:type="gramStart"/>
      <w:r w:rsidR="006152EB">
        <w:t xml:space="preserve">position </w:t>
      </w:r>
      <w:r w:rsidR="00FC45BB">
        <w:t>.</w:t>
      </w:r>
      <w:proofErr w:type="spellStart"/>
      <w:r>
        <w:t>why</w:t>
      </w:r>
      <w:proofErr w:type="gramEnd"/>
      <w:r>
        <w:t>_hire</w:t>
      </w:r>
      <w:proofErr w:type="spellEnd"/>
      <w:r>
        <w:t>}}</w:t>
      </w:r>
    </w:p>
    <w:p w14:paraId="577A6AAA" w14:textId="5DD2B0BD" w:rsidR="00833685" w:rsidRDefault="00251A89" w:rsidP="00670312">
      <w:r>
        <w:rPr>
          <w:b/>
          <w:bCs/>
        </w:rPr>
        <w:t xml:space="preserve">Benefit to Canadian </w:t>
      </w:r>
      <w:r w:rsidR="00834F64">
        <w:rPr>
          <w:b/>
          <w:bCs/>
        </w:rPr>
        <w:t>Labor</w:t>
      </w:r>
      <w:r>
        <w:rPr>
          <w:b/>
          <w:bCs/>
        </w:rPr>
        <w:t xml:space="preserve"> Market</w:t>
      </w:r>
      <w:r>
        <w:br/>
      </w:r>
      <w:r w:rsidR="00833685">
        <w:t xml:space="preserve">The benefit to Canadian </w:t>
      </w:r>
      <w:r w:rsidR="0064381E">
        <w:t>labor</w:t>
      </w:r>
      <w:r w:rsidR="00833685">
        <w:t xml:space="preserve"> market will be </w:t>
      </w:r>
      <w:proofErr w:type="gramStart"/>
      <w:r w:rsidR="00833685">
        <w:t>{{</w:t>
      </w:r>
      <w:r w:rsidR="00670312">
        <w:t xml:space="preserve"> </w:t>
      </w:r>
      <w:proofErr w:type="spellStart"/>
      <w:r w:rsidR="00670312">
        <w:t>lmi</w:t>
      </w:r>
      <w:proofErr w:type="spellEnd"/>
      <w:proofErr w:type="gramEnd"/>
      <w:r w:rsidR="00FC45BB">
        <w:t>.</w:t>
      </w:r>
      <w:proofErr w:type="spellStart"/>
      <w:r w:rsidR="00670312" w:rsidRPr="00670312">
        <w:rPr>
          <w:rFonts w:ascii="Calibri" w:eastAsia="Times New Roman" w:hAnsi="Calibri" w:cs="Calibri"/>
          <w:color w:val="000000"/>
          <w:sz w:val="22"/>
          <w:szCs w:val="22"/>
          <w:lang w:val="en-CA" w:eastAsia="zh-CN"/>
        </w:rPr>
        <w:t>brief_benefit</w:t>
      </w:r>
      <w:proofErr w:type="spellEnd"/>
      <w:r w:rsidR="00670312">
        <w:t xml:space="preserve"> </w:t>
      </w:r>
      <w:r w:rsidR="00833685">
        <w:t>}}</w:t>
      </w:r>
      <w:r>
        <w:t xml:space="preserve"> </w:t>
      </w:r>
    </w:p>
    <w:p w14:paraId="3C699B99" w14:textId="2717CF5A" w:rsidR="002A77A6" w:rsidRDefault="00251A89" w:rsidP="00445950">
      <w:pPr>
        <w:pStyle w:val="BodyText"/>
        <w:spacing w:line="360" w:lineRule="auto"/>
      </w:pPr>
      <w:r>
        <w:t>(Please refer to the application form for details)</w:t>
      </w:r>
    </w:p>
    <w:p w14:paraId="3A83039D" w14:textId="4EC9B614" w:rsidR="002A77A6" w:rsidRDefault="00251A89" w:rsidP="00445950">
      <w:pPr>
        <w:pStyle w:val="BodyText"/>
        <w:spacing w:line="360" w:lineRule="auto"/>
      </w:pPr>
      <w:r>
        <w:rPr>
          <w:b/>
          <w:bCs/>
        </w:rPr>
        <w:t>Financial Capability</w:t>
      </w:r>
      <w:r>
        <w:br/>
        <w:t xml:space="preserve">The company has offered </w:t>
      </w:r>
      <w:r w:rsidR="00E66572">
        <w:t>{{</w:t>
      </w:r>
      <w:proofErr w:type="spellStart"/>
      <w:r w:rsidR="00E66572">
        <w:t>personal</w:t>
      </w:r>
      <w:r w:rsidR="008F6BE5">
        <w:t>.</w:t>
      </w:r>
      <w:r w:rsidR="002E294A">
        <w:t>short_name</w:t>
      </w:r>
      <w:proofErr w:type="spellEnd"/>
      <w:r w:rsidR="00E66572">
        <w:t>}}</w:t>
      </w:r>
      <w:r>
        <w:t xml:space="preserve"> the job on </w:t>
      </w:r>
      <w:r w:rsidR="00E66572">
        <w:t>{{</w:t>
      </w:r>
      <w:proofErr w:type="spellStart"/>
      <w:r w:rsidR="00E66572">
        <w:t>joboffer</w:t>
      </w:r>
      <w:r w:rsidR="00FC45BB">
        <w:t>.</w:t>
      </w:r>
      <w:r w:rsidR="00E66572">
        <w:t>date</w:t>
      </w:r>
      <w:r w:rsidR="008F6BE5">
        <w:t>_of_offer</w:t>
      </w:r>
      <w:proofErr w:type="spellEnd"/>
      <w:r w:rsidR="00E66572">
        <w:t>}}</w:t>
      </w:r>
      <w:r w:rsidR="00464509">
        <w:t xml:space="preserve"> </w:t>
      </w:r>
      <w:r>
        <w:t xml:space="preserve">with the terms of </w:t>
      </w:r>
      <w:r w:rsidR="00C35CED">
        <w:t>$</w:t>
      </w:r>
      <w:r w:rsidR="00E66572">
        <w:t>{{</w:t>
      </w:r>
      <w:proofErr w:type="spellStart"/>
      <w:r w:rsidR="00C86A0C">
        <w:t>joboffer</w:t>
      </w:r>
      <w:r w:rsidR="00FC45BB">
        <w:t>.</w:t>
      </w:r>
      <w:r w:rsidR="00E66572">
        <w:t>wage_rate</w:t>
      </w:r>
      <w:proofErr w:type="spellEnd"/>
      <w:r w:rsidR="00E66572">
        <w:t>}} {{</w:t>
      </w:r>
      <w:proofErr w:type="spellStart"/>
      <w:r w:rsidR="00C86A0C">
        <w:t>joboffer</w:t>
      </w:r>
      <w:r w:rsidR="00FC45BB">
        <w:t>.</w:t>
      </w:r>
      <w:r w:rsidR="00E66572">
        <w:t>wage_unit</w:t>
      </w:r>
      <w:proofErr w:type="spellEnd"/>
      <w:r w:rsidR="00E66572">
        <w:t>}}</w:t>
      </w:r>
      <w:r>
        <w:t xml:space="preserve"> and working </w:t>
      </w:r>
      <w:r w:rsidR="00E66572">
        <w:t>{{</w:t>
      </w:r>
      <w:proofErr w:type="spellStart"/>
      <w:r w:rsidR="00E66572">
        <w:t>joboffer</w:t>
      </w:r>
      <w:r w:rsidR="00FC45BB">
        <w:t>.</w:t>
      </w:r>
      <w:r w:rsidR="00E66572">
        <w:t>hours</w:t>
      </w:r>
      <w:proofErr w:type="spellEnd"/>
      <w:r w:rsidR="00E66572">
        <w:t>}}</w:t>
      </w:r>
      <w:r>
        <w:t xml:space="preserve"> hours per week, which is higher than local NOC-based median wage </w:t>
      </w:r>
      <w:r w:rsidRPr="00266489">
        <w:t>($</w:t>
      </w:r>
      <w:r w:rsidR="00E27231" w:rsidRPr="00266489">
        <w:t>{{</w:t>
      </w:r>
      <w:r w:rsidR="00C35CED">
        <w:t xml:space="preserve"> </w:t>
      </w:r>
      <w:proofErr w:type="spellStart"/>
      <w:r w:rsidR="00DF7BC3">
        <w:t>lmia</w:t>
      </w:r>
      <w:r w:rsidR="008F6BE5">
        <w:t>case</w:t>
      </w:r>
      <w:r w:rsidR="00FC45BB">
        <w:t>.</w:t>
      </w:r>
      <w:r w:rsidR="008F6BE5">
        <w:t>area_median_wage</w:t>
      </w:r>
      <w:proofErr w:type="spellEnd"/>
      <w:r w:rsidR="00E27231" w:rsidRPr="00266489">
        <w:t xml:space="preserve"> }}</w:t>
      </w:r>
      <w:r w:rsidRPr="00266489">
        <w:t xml:space="preserve"> per hour)</w:t>
      </w:r>
      <w:r>
        <w:t xml:space="preserve"> for NOC </w:t>
      </w:r>
      <w:r w:rsidR="00E66572">
        <w:t>{{</w:t>
      </w:r>
      <w:proofErr w:type="spellStart"/>
      <w:r w:rsidR="00E66572">
        <w:t>joboffer</w:t>
      </w:r>
      <w:r w:rsidR="00FC45BB">
        <w:t>.</w:t>
      </w:r>
      <w:r w:rsidR="00E66572">
        <w:t>noc</w:t>
      </w:r>
      <w:proofErr w:type="spellEnd"/>
      <w:r w:rsidR="00E66572" w:rsidRPr="00E27231">
        <w:t>}}</w:t>
      </w:r>
      <w:r w:rsidRPr="00E27231">
        <w:t xml:space="preserve"> in </w:t>
      </w:r>
      <w:r w:rsidR="00E27231">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2"/>
        <w:gridCol w:w="2292"/>
        <w:gridCol w:w="2561"/>
        <w:gridCol w:w="3021"/>
      </w:tblGrid>
      <w:tr w:rsidR="004D09D6" w14:paraId="472BE740" w14:textId="40FB2DE2" w:rsidTr="0050276C">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4F2E7F5E" w14:textId="378B2CC6" w:rsidR="001F3746" w:rsidRDefault="001F3746" w:rsidP="00445950">
            <w:pPr>
              <w:pStyle w:val="Compact"/>
              <w:spacing w:line="360" w:lineRule="auto"/>
            </w:pPr>
            <w:r>
              <w:t>Year</w:t>
            </w:r>
          </w:p>
        </w:tc>
        <w:tc>
          <w:tcPr>
            <w:tcW w:w="1807" w:type="dxa"/>
          </w:tcPr>
          <w:p w14:paraId="45D9111D" w14:textId="14463AEA" w:rsidR="001F3746" w:rsidRDefault="001F3746" w:rsidP="00445950">
            <w:pPr>
              <w:pStyle w:val="Compact"/>
              <w:spacing w:line="360" w:lineRule="auto"/>
            </w:pPr>
            <w:r>
              <w:t>Revenue</w:t>
            </w:r>
          </w:p>
        </w:tc>
        <w:tc>
          <w:tcPr>
            <w:tcW w:w="2096" w:type="dxa"/>
          </w:tcPr>
          <w:p w14:paraId="337268D1" w14:textId="60ECD279" w:rsidR="001F3746" w:rsidRDefault="001F3746" w:rsidP="00445950">
            <w:pPr>
              <w:pStyle w:val="Compact"/>
              <w:spacing w:line="360" w:lineRule="auto"/>
            </w:pPr>
            <w:r>
              <w:t>Net Income</w:t>
            </w:r>
          </w:p>
        </w:tc>
        <w:tc>
          <w:tcPr>
            <w:tcW w:w="2305" w:type="dxa"/>
          </w:tcPr>
          <w:p w14:paraId="7F1C0B51" w14:textId="5F809A3B" w:rsidR="001F3746" w:rsidRDefault="001F3746" w:rsidP="001F3746">
            <w:pPr>
              <w:pStyle w:val="Compact"/>
              <w:spacing w:line="360" w:lineRule="auto"/>
            </w:pPr>
            <w:r>
              <w:t>Retained Earning</w:t>
            </w:r>
          </w:p>
        </w:tc>
      </w:tr>
      <w:tr w:rsidR="001F3746" w14:paraId="6BA71CC0" w14:textId="1733C03B" w:rsidTr="00DB55B8">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37625BC5" w14:textId="7B82BA86" w:rsidR="001F3746" w:rsidRPr="00C0643D" w:rsidRDefault="001F3746" w:rsidP="001F3746">
            <w:pPr>
              <w:pStyle w:val="Compact"/>
              <w:spacing w:line="360" w:lineRule="auto"/>
              <w:rPr>
                <w:lang w:val="en-CA"/>
              </w:rPr>
            </w:pPr>
            <w:r>
              <w:t>{%tr for f in finance %}</w:t>
            </w:r>
          </w:p>
        </w:tc>
      </w:tr>
      <w:tr w:rsidR="004D09D6" w14:paraId="51E36EE8" w14:textId="079D38AA" w:rsidTr="0050276C">
        <w:trPr>
          <w:trHeight w:val="483"/>
        </w:trPr>
        <w:tc>
          <w:tcPr>
            <w:tcW w:w="2138" w:type="dxa"/>
          </w:tcPr>
          <w:p w14:paraId="7A536D78" w14:textId="17CF99B3" w:rsidR="001F3746" w:rsidRDefault="009C1646" w:rsidP="001F3746">
            <w:pPr>
              <w:pStyle w:val="Compact"/>
              <w:spacing w:line="360" w:lineRule="auto"/>
            </w:pPr>
            <w:r>
              <w:lastRenderedPageBreak/>
              <w:t>{{</w:t>
            </w:r>
            <w:proofErr w:type="spellStart"/>
            <w:proofErr w:type="gramStart"/>
            <w:r w:rsidR="001F3746">
              <w:t>f</w:t>
            </w:r>
            <w:r w:rsidR="00FC45BB">
              <w:t>.</w:t>
            </w:r>
            <w:r w:rsidR="001F3746">
              <w:t>year</w:t>
            </w:r>
            <w:proofErr w:type="spellEnd"/>
            <w:proofErr w:type="gramEnd"/>
            <w:r>
              <w:t>}}</w:t>
            </w:r>
          </w:p>
        </w:tc>
        <w:tc>
          <w:tcPr>
            <w:tcW w:w="1807" w:type="dxa"/>
          </w:tcPr>
          <w:p w14:paraId="6D9B9205" w14:textId="37803AC9" w:rsidR="001F3746" w:rsidRDefault="004D09D6" w:rsidP="001F3746">
            <w:pPr>
              <w:pStyle w:val="Compact"/>
              <w:spacing w:line="360" w:lineRule="auto"/>
            </w:pPr>
            <w:r>
              <w:t>$</w:t>
            </w:r>
            <w:r w:rsidR="009C1646">
              <w:t>{{</w:t>
            </w:r>
            <w:proofErr w:type="spellStart"/>
            <w:proofErr w:type="gramStart"/>
            <w:r w:rsidR="001F3746">
              <w:t>f</w:t>
            </w:r>
            <w:r w:rsidR="00FC45BB">
              <w:t>.</w:t>
            </w:r>
            <w:r>
              <w:t>formatted</w:t>
            </w:r>
            <w:proofErr w:type="gramEnd"/>
            <w:r>
              <w:t>_</w:t>
            </w:r>
            <w:r w:rsidR="001F3746">
              <w:t>revenue</w:t>
            </w:r>
            <w:proofErr w:type="spellEnd"/>
            <w:r w:rsidR="009C1646">
              <w:t>}}</w:t>
            </w:r>
          </w:p>
        </w:tc>
        <w:tc>
          <w:tcPr>
            <w:tcW w:w="2096" w:type="dxa"/>
          </w:tcPr>
          <w:p w14:paraId="043DCCB8" w14:textId="50B95CDA" w:rsidR="001F3746" w:rsidRDefault="004D09D6" w:rsidP="001F3746">
            <w:pPr>
              <w:pStyle w:val="Compact"/>
              <w:spacing w:line="360" w:lineRule="auto"/>
            </w:pPr>
            <w:r>
              <w:t>$</w:t>
            </w:r>
            <w:r w:rsidR="009C1646">
              <w:t>{{</w:t>
            </w:r>
            <w:proofErr w:type="spellStart"/>
            <w:proofErr w:type="gramStart"/>
            <w:r w:rsidR="001F3746">
              <w:t>f</w:t>
            </w:r>
            <w:r w:rsidR="00FC45BB">
              <w:t>.</w:t>
            </w:r>
            <w:r>
              <w:t>formatted</w:t>
            </w:r>
            <w:proofErr w:type="gramEnd"/>
            <w:r>
              <w:t>_</w:t>
            </w:r>
            <w:r w:rsidR="001F3746">
              <w:t>net_income</w:t>
            </w:r>
            <w:proofErr w:type="spellEnd"/>
            <w:r w:rsidR="009C1646">
              <w:t>}}</w:t>
            </w:r>
          </w:p>
        </w:tc>
        <w:tc>
          <w:tcPr>
            <w:tcW w:w="2305" w:type="dxa"/>
          </w:tcPr>
          <w:p w14:paraId="35938BC1" w14:textId="715E0B45" w:rsidR="001F3746" w:rsidRDefault="004D09D6" w:rsidP="001F3746">
            <w:pPr>
              <w:pStyle w:val="Compact"/>
              <w:spacing w:line="360" w:lineRule="auto"/>
            </w:pPr>
            <w:r>
              <w:t>$</w:t>
            </w:r>
            <w:r w:rsidR="009C1646">
              <w:t>{{</w:t>
            </w:r>
            <w:proofErr w:type="spellStart"/>
            <w:proofErr w:type="gramStart"/>
            <w:r w:rsidR="001F3746">
              <w:t>f</w:t>
            </w:r>
            <w:r w:rsidR="00FC45BB">
              <w:t>.</w:t>
            </w:r>
            <w:r>
              <w:t>formatted</w:t>
            </w:r>
            <w:proofErr w:type="gramEnd"/>
            <w:r>
              <w:t>_</w:t>
            </w:r>
            <w:r w:rsidR="001F3746">
              <w:t>retained_earning</w:t>
            </w:r>
            <w:proofErr w:type="spellEnd"/>
            <w:r w:rsidR="009C1646">
              <w:t>}}</w:t>
            </w:r>
          </w:p>
        </w:tc>
      </w:tr>
      <w:tr w:rsidR="001F3746" w14:paraId="7453E7A2" w14:textId="324F1A6A" w:rsidTr="00AA0359">
        <w:trPr>
          <w:trHeight w:val="497"/>
        </w:trPr>
        <w:tc>
          <w:tcPr>
            <w:tcW w:w="8346" w:type="dxa"/>
            <w:gridSpan w:val="4"/>
          </w:tcPr>
          <w:p w14:paraId="1FB5188C" w14:textId="61C6509A" w:rsidR="001F3746" w:rsidRDefault="001F3746" w:rsidP="001F3746">
            <w:pPr>
              <w:pStyle w:val="Compact"/>
              <w:spacing w:line="360" w:lineRule="auto"/>
            </w:pPr>
            <w:r>
              <w:t xml:space="preserve">{%tr </w:t>
            </w:r>
            <w:proofErr w:type="spellStart"/>
            <w:r>
              <w:t>endfor</w:t>
            </w:r>
            <w:proofErr w:type="spellEnd"/>
            <w:r>
              <w:t xml:space="preserve"> %}</w:t>
            </w:r>
          </w:p>
        </w:tc>
      </w:tr>
    </w:tbl>
    <w:p w14:paraId="6B545569" w14:textId="2AE01B9D" w:rsidR="00035DF7" w:rsidRPr="003727D9" w:rsidRDefault="00035DF7" w:rsidP="00445950">
      <w:pPr>
        <w:pStyle w:val="BodyText"/>
        <w:spacing w:line="360" w:lineRule="auto"/>
      </w:pPr>
      <w:r w:rsidRPr="003727D9">
        <w:t xml:space="preserve">{%p if </w:t>
      </w:r>
      <w:proofErr w:type="spellStart"/>
      <w:r w:rsidRPr="003727D9">
        <w:t>lmi</w:t>
      </w:r>
      <w:r w:rsidR="001038A6">
        <w:t>acase</w:t>
      </w:r>
      <w:r w:rsidR="00FC45BB">
        <w:t>.</w:t>
      </w:r>
      <w:r w:rsidRPr="003727D9">
        <w:t>has_attestation</w:t>
      </w:r>
      <w:proofErr w:type="spellEnd"/>
      <w:r w:rsidRPr="003727D9">
        <w:t xml:space="preserve"> %}</w:t>
      </w:r>
    </w:p>
    <w:p w14:paraId="7D9081FD" w14:textId="1BB33CD0" w:rsidR="00035DF7" w:rsidRPr="003727D9" w:rsidRDefault="00035DF7" w:rsidP="00445950">
      <w:pPr>
        <w:pStyle w:val="BodyText"/>
        <w:spacing w:line="360" w:lineRule="auto"/>
      </w:pPr>
      <w:r w:rsidRPr="003727D9">
        <w:t xml:space="preserve">Although the employer’s financial status seems not so strong, after the professional Certificated Public Accountant assessed the employer’s financial </w:t>
      </w:r>
      <w:r w:rsidR="0064031F" w:rsidRPr="003727D9">
        <w:t>status</w:t>
      </w:r>
      <w:r w:rsidRPr="003727D9">
        <w:t xml:space="preserve">, the business outlook, and the owner’s financial capability, it is not </w:t>
      </w:r>
      <w:r w:rsidR="00C150D8">
        <w:t xml:space="preserve">a </w:t>
      </w:r>
      <w:r w:rsidRPr="003727D9">
        <w:t xml:space="preserve">problem that the employer could fulfill the terms on the job offer. </w:t>
      </w:r>
    </w:p>
    <w:p w14:paraId="20B1CA61" w14:textId="44321F74" w:rsidR="00035DF7" w:rsidRPr="003727D9" w:rsidRDefault="00035DF7" w:rsidP="00445950">
      <w:pPr>
        <w:pStyle w:val="BodyText"/>
        <w:spacing w:line="360" w:lineRule="auto"/>
      </w:pPr>
      <w:r w:rsidRPr="003727D9">
        <w:t>{%p else %}</w:t>
      </w:r>
    </w:p>
    <w:p w14:paraId="7462D6FD" w14:textId="13F9C844" w:rsidR="002A77A6" w:rsidRDefault="00251A89" w:rsidP="00445950">
      <w:pPr>
        <w:pStyle w:val="BodyText"/>
        <w:spacing w:line="360" w:lineRule="auto"/>
      </w:pPr>
      <w:r w:rsidRPr="003727D9">
        <w:t xml:space="preserve">With current retained </w:t>
      </w:r>
      <w:r w:rsidR="00DC3AA1" w:rsidRPr="003727D9">
        <w:t>earnings</w:t>
      </w:r>
      <w:r w:rsidRPr="003727D9">
        <w:t>, and the foreseeable business projection, the employer will be capable of fulfilling the terms of the offer made to the TFW.</w:t>
      </w:r>
    </w:p>
    <w:p w14:paraId="70848402" w14:textId="27A370FB" w:rsidR="00035DF7" w:rsidRPr="00035DF7" w:rsidRDefault="00035DF7" w:rsidP="00445950">
      <w:pPr>
        <w:pStyle w:val="BodyText"/>
        <w:spacing w:line="360" w:lineRule="auto"/>
        <w:rPr>
          <w:lang w:val="en-CA" w:eastAsia="zh-CN"/>
        </w:rPr>
      </w:pPr>
      <w:r>
        <w:t>{%p endif %}</w:t>
      </w:r>
    </w:p>
    <w:p w14:paraId="4E37BD49" w14:textId="0388364A" w:rsidR="00FE6017" w:rsidRDefault="00251A89" w:rsidP="00FE6017">
      <w:pPr>
        <w:autoSpaceDE w:val="0"/>
        <w:autoSpaceDN w:val="0"/>
        <w:adjustRightInd w:val="0"/>
        <w:spacing w:after="0"/>
      </w:pPr>
      <w:r w:rsidRPr="00512D39">
        <w:rPr>
          <w:b/>
          <w:bCs/>
        </w:rPr>
        <w:t>Due Diligence to hire Canadian</w:t>
      </w:r>
      <w:r w:rsidRPr="00512D39">
        <w:rPr>
          <w:b/>
          <w:bCs/>
        </w:rPr>
        <w:br/>
      </w:r>
      <w:r>
        <w:t xml:space="preserve">My client has exercised due diligence and will continue to actively hire Canadians through the ways of job posting and referrals. The company has posted </w:t>
      </w:r>
      <w:r w:rsidR="00E07DE7">
        <w:rPr>
          <w:lang w:val="en-CA" w:eastAsia="zh-CN"/>
        </w:rPr>
        <w:t>{{</w:t>
      </w:r>
      <w:proofErr w:type="spellStart"/>
      <w:r w:rsidR="00E07DE7">
        <w:rPr>
          <w:lang w:val="en-CA" w:eastAsia="zh-CN"/>
        </w:rPr>
        <w:t>num_of_job_posts</w:t>
      </w:r>
      <w:proofErr w:type="spellEnd"/>
      <w:r w:rsidR="00E07DE7">
        <w:rPr>
          <w:lang w:val="en-CA" w:eastAsia="zh-CN"/>
        </w:rPr>
        <w:t>}}</w:t>
      </w:r>
      <w:r>
        <w:t xml:space="preserve"> job advertisements for over a month on various Canadian professional recruitment sites, and the availability of the position has been well presented to the national </w:t>
      </w:r>
      <w:proofErr w:type="spellStart"/>
      <w:r>
        <w:t>labour</w:t>
      </w:r>
      <w:proofErr w:type="spellEnd"/>
      <w:r>
        <w:t xml:space="preserve"> market. </w:t>
      </w:r>
    </w:p>
    <w:p w14:paraId="397E8181" w14:textId="77777777" w:rsidR="00355FC0" w:rsidRDefault="00355FC0" w:rsidP="00FE6017">
      <w:pPr>
        <w:autoSpaceDE w:val="0"/>
        <w:autoSpaceDN w:val="0"/>
        <w:adjustRightInd w:val="0"/>
        <w:spacing w:after="0"/>
      </w:pPr>
    </w:p>
    <w:p w14:paraId="63EFE50B" w14:textId="77777777" w:rsidR="001A762D" w:rsidRDefault="009901FD" w:rsidP="00711F86">
      <w:pPr>
        <w:autoSpaceDE w:val="0"/>
        <w:autoSpaceDN w:val="0"/>
        <w:adjustRightInd w:val="0"/>
        <w:spacing w:after="0" w:line="360" w:lineRule="auto"/>
        <w:rPr>
          <w:b/>
          <w:bCs/>
        </w:rPr>
      </w:pPr>
      <w:r>
        <w:rPr>
          <w:b/>
          <w:bCs/>
        </w:rPr>
        <w:t>Prospective Foreign Worker’s Background and Qualification</w:t>
      </w:r>
    </w:p>
    <w:p w14:paraId="0562EC4F" w14:textId="621AFEC4" w:rsidR="009901FD" w:rsidRDefault="00495724" w:rsidP="00711F86">
      <w:pPr>
        <w:autoSpaceDE w:val="0"/>
        <w:autoSpaceDN w:val="0"/>
        <w:adjustRightInd w:val="0"/>
        <w:spacing w:after="0" w:line="360" w:lineRule="auto"/>
      </w:pPr>
      <w:r>
        <w:t>The proposed TFW is qualified for the job offer since:</w:t>
      </w:r>
      <w:r w:rsidR="009901FD">
        <w:br/>
        <w:t>{%</w:t>
      </w:r>
      <w:r w:rsidR="008C5AFE">
        <w:t>p</w:t>
      </w:r>
      <w:r w:rsidR="009901FD">
        <w:t xml:space="preserve"> for w in </w:t>
      </w:r>
      <w:proofErr w:type="spellStart"/>
      <w:r w:rsidR="00FD5E7A">
        <w:t>personalassess.</w:t>
      </w:r>
      <w:r w:rsidR="009901FD">
        <w:t>why_qualified</w:t>
      </w:r>
      <w:proofErr w:type="spellEnd"/>
      <w:r w:rsidR="009901FD">
        <w:t xml:space="preserve"> %}</w:t>
      </w:r>
    </w:p>
    <w:p w14:paraId="3F1051B7" w14:textId="77777777" w:rsidR="009901FD" w:rsidRDefault="009901FD" w:rsidP="00711F86">
      <w:pPr>
        <w:pStyle w:val="BodyText"/>
        <w:numPr>
          <w:ilvl w:val="0"/>
          <w:numId w:val="2"/>
        </w:numPr>
        <w:spacing w:line="360" w:lineRule="auto"/>
      </w:pPr>
      <w:proofErr w:type="gramStart"/>
      <w:r>
        <w:t>{{ w</w:t>
      </w:r>
      <w:proofErr w:type="gramEnd"/>
      <w:r>
        <w:t xml:space="preserve"> }}</w:t>
      </w:r>
    </w:p>
    <w:p w14:paraId="701BC118" w14:textId="6ADD766D" w:rsidR="009901FD" w:rsidRDefault="009901FD" w:rsidP="00711F86">
      <w:pPr>
        <w:pStyle w:val="BodyText"/>
        <w:spacing w:line="360" w:lineRule="auto"/>
      </w:pPr>
      <w:r>
        <w:t>{%</w:t>
      </w:r>
      <w:r w:rsidR="008C5AFE">
        <w:t>p</w:t>
      </w:r>
      <w:r>
        <w:t xml:space="preserve"> </w:t>
      </w:r>
      <w:proofErr w:type="spellStart"/>
      <w:r>
        <w:t>endfor</w:t>
      </w:r>
      <w:proofErr w:type="spellEnd"/>
      <w:r>
        <w:t xml:space="preserve"> %}</w:t>
      </w:r>
    </w:p>
    <w:p w14:paraId="73CBAEA6" w14:textId="77777777" w:rsidR="009901FD" w:rsidRDefault="009901FD" w:rsidP="009901FD">
      <w:pPr>
        <w:autoSpaceDE w:val="0"/>
        <w:autoSpaceDN w:val="0"/>
        <w:adjustRightInd w:val="0"/>
        <w:spacing w:after="0"/>
      </w:pPr>
      <w:r>
        <w:t>(Please refer to the Proof of Recruitment and Recruitment Summary for details)</w:t>
      </w:r>
    </w:p>
    <w:p w14:paraId="1174C9C4" w14:textId="77777777" w:rsidR="002D14A3" w:rsidRDefault="002D14A3" w:rsidP="00445950">
      <w:pPr>
        <w:pStyle w:val="BodyText"/>
        <w:spacing w:line="360" w:lineRule="auto"/>
        <w:rPr>
          <w:b/>
          <w:bCs/>
        </w:rPr>
      </w:pPr>
    </w:p>
    <w:p w14:paraId="2517F530" w14:textId="5D775D43" w:rsidR="002A77A6" w:rsidRDefault="00251A89" w:rsidP="00445950">
      <w:pPr>
        <w:pStyle w:val="BodyText"/>
        <w:spacing w:line="360" w:lineRule="auto"/>
      </w:pPr>
      <w:r>
        <w:rPr>
          <w:b/>
          <w:bCs/>
        </w:rPr>
        <w:lastRenderedPageBreak/>
        <w:t>Conclusion</w:t>
      </w:r>
      <w:r>
        <w:br/>
        <w:t xml:space="preserve">The genuine business demand and failure of finding qualified Canadians after sincere recruitment </w:t>
      </w:r>
      <w:r w:rsidR="00AD52EA">
        <w:t>led</w:t>
      </w:r>
      <w:r>
        <w:t xml:space="preserve"> to the job offer for the temporary foreign worker. The solid financial status assures my client’s fulfillment of their terms of offer. Furthermore, the hiring of the foreign worker will have positive impacts on Canadian </w:t>
      </w:r>
      <w:proofErr w:type="spellStart"/>
      <w:r>
        <w:t>labour</w:t>
      </w:r>
      <w:proofErr w:type="spellEnd"/>
      <w:r>
        <w:t xml:space="preserve"> market by ways of </w:t>
      </w:r>
      <w:proofErr w:type="gramStart"/>
      <w:r w:rsidR="00892DD8">
        <w:t xml:space="preserve">{{ </w:t>
      </w:r>
      <w:proofErr w:type="spellStart"/>
      <w:r w:rsidR="00892DD8">
        <w:t>lmi</w:t>
      </w:r>
      <w:proofErr w:type="spellEnd"/>
      <w:proofErr w:type="gramEnd"/>
      <w:r w:rsidR="00FC45BB">
        <w:t>.</w:t>
      </w:r>
      <w:proofErr w:type="spellStart"/>
      <w:r w:rsidR="00892DD8" w:rsidRPr="00670312">
        <w:rPr>
          <w:rFonts w:ascii="Calibri" w:eastAsia="Times New Roman" w:hAnsi="Calibri" w:cs="Calibri"/>
          <w:color w:val="000000"/>
          <w:sz w:val="22"/>
          <w:szCs w:val="22"/>
          <w:lang w:val="en-CA" w:eastAsia="zh-CN"/>
        </w:rPr>
        <w:t>brief_benefit</w:t>
      </w:r>
      <w:proofErr w:type="spellEnd"/>
      <w:r w:rsidR="00892DD8">
        <w:t xml:space="preserve"> }}</w:t>
      </w:r>
      <w:r w:rsidR="00F54ACF">
        <w:t>.</w:t>
      </w:r>
      <w:r w:rsidR="00892DD8">
        <w:t xml:space="preserve"> </w:t>
      </w:r>
      <w:r>
        <w:t xml:space="preserve"> Therefore, it is our position that a positive Labour Market Impact Assessment be issued to the company in satisfaction of the eleven combined assessment factors contained in R203(3) and R200(5).</w:t>
      </w:r>
    </w:p>
    <w:p w14:paraId="4593DFC0" w14:textId="77777777" w:rsidR="006F2BBE" w:rsidRDefault="006F2BBE" w:rsidP="00445950">
      <w:pPr>
        <w:pStyle w:val="BodyText"/>
        <w:spacing w:line="360" w:lineRule="auto"/>
      </w:pPr>
    </w:p>
    <w:p w14:paraId="23260AA1" w14:textId="7D1CC5C8" w:rsidR="002A77A6" w:rsidRDefault="00251A89" w:rsidP="00445950">
      <w:pPr>
        <w:pStyle w:val="BodyText"/>
        <w:spacing w:line="360" w:lineRule="auto"/>
      </w:pPr>
      <w:r>
        <w:t>Yours sincerely,</w:t>
      </w:r>
    </w:p>
    <w:p w14:paraId="53DC976B" w14:textId="77777777" w:rsidR="00ED4321" w:rsidRDefault="00ED4321" w:rsidP="00445950">
      <w:pPr>
        <w:pStyle w:val="BodyText"/>
        <w:spacing w:line="360" w:lineRule="auto"/>
      </w:pPr>
    </w:p>
    <w:p w14:paraId="05729450" w14:textId="2425A9B5" w:rsidR="002A77A6" w:rsidRDefault="004F2C52" w:rsidP="00445950">
      <w:pPr>
        <w:pStyle w:val="BodyText"/>
        <w:spacing w:line="360" w:lineRule="auto"/>
      </w:pPr>
      <w:r>
        <w:t>{{rcic</w:t>
      </w:r>
      <w:r w:rsidR="004C5B7F">
        <w:t>.</w:t>
      </w:r>
      <w:r>
        <w:t>name}}</w:t>
      </w:r>
    </w:p>
    <w:p w14:paraId="17B08207" w14:textId="5A66A6E7" w:rsidR="002A77A6" w:rsidRDefault="00251A89" w:rsidP="00445950">
      <w:pPr>
        <w:pStyle w:val="BodyText"/>
        <w:spacing w:line="360" w:lineRule="auto"/>
      </w:pPr>
      <w:r>
        <w:t xml:space="preserve">ICCRC Member Id: </w:t>
      </w:r>
      <w:r w:rsidR="004F2C52">
        <w:t>{{</w:t>
      </w:r>
      <w:proofErr w:type="spellStart"/>
      <w:proofErr w:type="gramStart"/>
      <w:r w:rsidR="004C5B7F">
        <w:t>rcic</w:t>
      </w:r>
      <w:r w:rsidR="00FC45BB">
        <w:t>.</w:t>
      </w:r>
      <w:r w:rsidR="00BE07AD">
        <w:t>rcic</w:t>
      </w:r>
      <w:proofErr w:type="gramEnd"/>
      <w:r w:rsidR="00BE07AD">
        <w:t>_</w:t>
      </w:r>
      <w:r w:rsidR="004F2C52">
        <w:t>n</w:t>
      </w:r>
      <w:r w:rsidR="0092092C">
        <w:t>umber</w:t>
      </w:r>
      <w:proofErr w:type="spellEnd"/>
      <w:r w:rsidR="004F2C52">
        <w:t>}}</w:t>
      </w:r>
    </w:p>
    <w:p w14:paraId="69790C86" w14:textId="556B0DA1" w:rsidR="002A77A6" w:rsidRDefault="004F2C52" w:rsidP="00445950">
      <w:pPr>
        <w:pStyle w:val="BodyText"/>
        <w:spacing w:line="360" w:lineRule="auto"/>
      </w:pPr>
      <w:r>
        <w:t>{{</w:t>
      </w:r>
      <w:proofErr w:type="spellStart"/>
      <w:proofErr w:type="gramStart"/>
      <w:r>
        <w:t>rcic</w:t>
      </w:r>
      <w:r w:rsidR="004C5B7F">
        <w:t>.</w:t>
      </w:r>
      <w:r>
        <w:t>company</w:t>
      </w:r>
      <w:proofErr w:type="spellEnd"/>
      <w:proofErr w:type="gramEnd"/>
      <w:r>
        <w:t>}}</w:t>
      </w:r>
    </w:p>
    <w:sectPr w:rsidR="002A77A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1E556" w14:textId="77777777" w:rsidR="00414A21" w:rsidRDefault="00414A21">
      <w:pPr>
        <w:spacing w:after="0"/>
      </w:pPr>
      <w:r>
        <w:separator/>
      </w:r>
    </w:p>
  </w:endnote>
  <w:endnote w:type="continuationSeparator" w:id="0">
    <w:p w14:paraId="613F820C" w14:textId="77777777" w:rsidR="00414A21" w:rsidRDefault="00414A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ACF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62B56" w14:textId="77777777" w:rsidR="00414A21" w:rsidRDefault="00414A21">
      <w:r>
        <w:separator/>
      </w:r>
    </w:p>
  </w:footnote>
  <w:footnote w:type="continuationSeparator" w:id="0">
    <w:p w14:paraId="2553518B" w14:textId="77777777" w:rsidR="00414A21" w:rsidRDefault="00414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F032568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A77A6"/>
    <w:rsid w:val="00014950"/>
    <w:rsid w:val="00035DF7"/>
    <w:rsid w:val="00067763"/>
    <w:rsid w:val="00083B2E"/>
    <w:rsid w:val="00083B42"/>
    <w:rsid w:val="000962B0"/>
    <w:rsid w:val="001038A6"/>
    <w:rsid w:val="00125A9C"/>
    <w:rsid w:val="00181A63"/>
    <w:rsid w:val="001A762D"/>
    <w:rsid w:val="001E0A3A"/>
    <w:rsid w:val="001F3746"/>
    <w:rsid w:val="001F510B"/>
    <w:rsid w:val="00251A89"/>
    <w:rsid w:val="00261153"/>
    <w:rsid w:val="00266489"/>
    <w:rsid w:val="002A77A6"/>
    <w:rsid w:val="002C129D"/>
    <w:rsid w:val="002C33BA"/>
    <w:rsid w:val="002D14A3"/>
    <w:rsid w:val="002E294A"/>
    <w:rsid w:val="00331E88"/>
    <w:rsid w:val="003424C8"/>
    <w:rsid w:val="00352661"/>
    <w:rsid w:val="00355FC0"/>
    <w:rsid w:val="003727D9"/>
    <w:rsid w:val="00390147"/>
    <w:rsid w:val="00414A21"/>
    <w:rsid w:val="00445950"/>
    <w:rsid w:val="00462ED9"/>
    <w:rsid w:val="00464509"/>
    <w:rsid w:val="00495724"/>
    <w:rsid w:val="004B34FA"/>
    <w:rsid w:val="004C0BC7"/>
    <w:rsid w:val="004C3304"/>
    <w:rsid w:val="004C5B7F"/>
    <w:rsid w:val="004D09D6"/>
    <w:rsid w:val="004F2C52"/>
    <w:rsid w:val="0050276C"/>
    <w:rsid w:val="00512D39"/>
    <w:rsid w:val="00576E07"/>
    <w:rsid w:val="005C75FE"/>
    <w:rsid w:val="005D396C"/>
    <w:rsid w:val="005D7C1E"/>
    <w:rsid w:val="005E0EA0"/>
    <w:rsid w:val="005F6B1F"/>
    <w:rsid w:val="006152EB"/>
    <w:rsid w:val="0061581D"/>
    <w:rsid w:val="0064031F"/>
    <w:rsid w:val="0064381E"/>
    <w:rsid w:val="00670312"/>
    <w:rsid w:val="006A2ACF"/>
    <w:rsid w:val="006E7BCD"/>
    <w:rsid w:val="006F2BBE"/>
    <w:rsid w:val="00711F86"/>
    <w:rsid w:val="00715585"/>
    <w:rsid w:val="007B58C4"/>
    <w:rsid w:val="007B5EB7"/>
    <w:rsid w:val="007D0BDC"/>
    <w:rsid w:val="00817865"/>
    <w:rsid w:val="00823B60"/>
    <w:rsid w:val="00833685"/>
    <w:rsid w:val="00834F64"/>
    <w:rsid w:val="00855B06"/>
    <w:rsid w:val="00892DD8"/>
    <w:rsid w:val="008C5AFE"/>
    <w:rsid w:val="008E388C"/>
    <w:rsid w:val="008F6BE5"/>
    <w:rsid w:val="0092092C"/>
    <w:rsid w:val="009901FD"/>
    <w:rsid w:val="009C1646"/>
    <w:rsid w:val="009D5508"/>
    <w:rsid w:val="009E52F9"/>
    <w:rsid w:val="00A0255F"/>
    <w:rsid w:val="00A413C9"/>
    <w:rsid w:val="00A63FEE"/>
    <w:rsid w:val="00A77417"/>
    <w:rsid w:val="00A872BA"/>
    <w:rsid w:val="00AA28A7"/>
    <w:rsid w:val="00AC69FA"/>
    <w:rsid w:val="00AD52EA"/>
    <w:rsid w:val="00AF6BFF"/>
    <w:rsid w:val="00B16E24"/>
    <w:rsid w:val="00B3349A"/>
    <w:rsid w:val="00B539B5"/>
    <w:rsid w:val="00B874CE"/>
    <w:rsid w:val="00BC2EA3"/>
    <w:rsid w:val="00BE07AD"/>
    <w:rsid w:val="00C0643D"/>
    <w:rsid w:val="00C150D8"/>
    <w:rsid w:val="00C35CED"/>
    <w:rsid w:val="00C37ED6"/>
    <w:rsid w:val="00C86A0C"/>
    <w:rsid w:val="00C90C97"/>
    <w:rsid w:val="00C95317"/>
    <w:rsid w:val="00CC4CA9"/>
    <w:rsid w:val="00D104C4"/>
    <w:rsid w:val="00D753A2"/>
    <w:rsid w:val="00D81857"/>
    <w:rsid w:val="00DA76E0"/>
    <w:rsid w:val="00DB0EFF"/>
    <w:rsid w:val="00DC3AA1"/>
    <w:rsid w:val="00DE2E7C"/>
    <w:rsid w:val="00DE74C3"/>
    <w:rsid w:val="00DF235A"/>
    <w:rsid w:val="00DF3A62"/>
    <w:rsid w:val="00DF7BC3"/>
    <w:rsid w:val="00E07DE7"/>
    <w:rsid w:val="00E246D5"/>
    <w:rsid w:val="00E27231"/>
    <w:rsid w:val="00E66572"/>
    <w:rsid w:val="00E9175A"/>
    <w:rsid w:val="00EA3D75"/>
    <w:rsid w:val="00ED4321"/>
    <w:rsid w:val="00F246A6"/>
    <w:rsid w:val="00F54ACF"/>
    <w:rsid w:val="00F615E1"/>
    <w:rsid w:val="00F76EE0"/>
    <w:rsid w:val="00F947D5"/>
    <w:rsid w:val="00FB53F7"/>
    <w:rsid w:val="00FC45BB"/>
    <w:rsid w:val="00FD5E7A"/>
    <w:rsid w:val="00FE601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335E75C"/>
  <w15:docId w15:val="{75A3A077-2315-F747-8912-1F5A2536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86292">
      <w:bodyDiv w:val="1"/>
      <w:marLeft w:val="0"/>
      <w:marRight w:val="0"/>
      <w:marTop w:val="0"/>
      <w:marBottom w:val="0"/>
      <w:divBdr>
        <w:top w:val="none" w:sz="0" w:space="0" w:color="auto"/>
        <w:left w:val="none" w:sz="0" w:space="0" w:color="auto"/>
        <w:bottom w:val="none" w:sz="0" w:space="0" w:color="auto"/>
        <w:right w:val="none" w:sz="0" w:space="0" w:color="auto"/>
      </w:divBdr>
    </w:div>
    <w:div w:id="788815706">
      <w:bodyDiv w:val="1"/>
      <w:marLeft w:val="0"/>
      <w:marRight w:val="0"/>
      <w:marTop w:val="0"/>
      <w:marBottom w:val="0"/>
      <w:divBdr>
        <w:top w:val="none" w:sz="0" w:space="0" w:color="auto"/>
        <w:left w:val="none" w:sz="0" w:space="0" w:color="auto"/>
        <w:bottom w:val="none" w:sz="0" w:space="0" w:color="auto"/>
        <w:right w:val="none" w:sz="0" w:space="0" w:color="auto"/>
      </w:divBdr>
      <w:divsChild>
        <w:div w:id="1049302362">
          <w:marLeft w:val="0"/>
          <w:marRight w:val="0"/>
          <w:marTop w:val="0"/>
          <w:marBottom w:val="0"/>
          <w:divBdr>
            <w:top w:val="none" w:sz="0" w:space="0" w:color="auto"/>
            <w:left w:val="none" w:sz="0" w:space="0" w:color="auto"/>
            <w:bottom w:val="none" w:sz="0" w:space="0" w:color="auto"/>
            <w:right w:val="none" w:sz="0" w:space="0" w:color="auto"/>
          </w:divBdr>
          <w:divsChild>
            <w:div w:id="80308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53188">
      <w:bodyDiv w:val="1"/>
      <w:marLeft w:val="0"/>
      <w:marRight w:val="0"/>
      <w:marTop w:val="0"/>
      <w:marBottom w:val="0"/>
      <w:divBdr>
        <w:top w:val="none" w:sz="0" w:space="0" w:color="auto"/>
        <w:left w:val="none" w:sz="0" w:space="0" w:color="auto"/>
        <w:bottom w:val="none" w:sz="0" w:space="0" w:color="auto"/>
        <w:right w:val="none" w:sz="0" w:space="0" w:color="auto"/>
      </w:divBdr>
      <w:divsChild>
        <w:div w:id="781143817">
          <w:marLeft w:val="0"/>
          <w:marRight w:val="0"/>
          <w:marTop w:val="0"/>
          <w:marBottom w:val="0"/>
          <w:divBdr>
            <w:top w:val="none" w:sz="0" w:space="0" w:color="auto"/>
            <w:left w:val="none" w:sz="0" w:space="0" w:color="auto"/>
            <w:bottom w:val="none" w:sz="0" w:space="0" w:color="auto"/>
            <w:right w:val="none" w:sz="0" w:space="0" w:color="auto"/>
          </w:divBdr>
          <w:divsChild>
            <w:div w:id="113575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93957">
      <w:bodyDiv w:val="1"/>
      <w:marLeft w:val="0"/>
      <w:marRight w:val="0"/>
      <w:marTop w:val="0"/>
      <w:marBottom w:val="0"/>
      <w:divBdr>
        <w:top w:val="none" w:sz="0" w:space="0" w:color="auto"/>
        <w:left w:val="none" w:sz="0" w:space="0" w:color="auto"/>
        <w:bottom w:val="none" w:sz="0" w:space="0" w:color="auto"/>
        <w:right w:val="none" w:sz="0" w:space="0" w:color="auto"/>
      </w:divBdr>
    </w:div>
    <w:div w:id="1527021000">
      <w:bodyDiv w:val="1"/>
      <w:marLeft w:val="0"/>
      <w:marRight w:val="0"/>
      <w:marTop w:val="0"/>
      <w:marBottom w:val="0"/>
      <w:divBdr>
        <w:top w:val="none" w:sz="0" w:space="0" w:color="auto"/>
        <w:left w:val="none" w:sz="0" w:space="0" w:color="auto"/>
        <w:bottom w:val="none" w:sz="0" w:space="0" w:color="auto"/>
        <w:right w:val="none" w:sz="0" w:space="0" w:color="auto"/>
      </w:divBdr>
      <w:divsChild>
        <w:div w:id="384839419">
          <w:marLeft w:val="0"/>
          <w:marRight w:val="0"/>
          <w:marTop w:val="0"/>
          <w:marBottom w:val="0"/>
          <w:divBdr>
            <w:top w:val="none" w:sz="0" w:space="0" w:color="auto"/>
            <w:left w:val="none" w:sz="0" w:space="0" w:color="auto"/>
            <w:bottom w:val="none" w:sz="0" w:space="0" w:color="auto"/>
            <w:right w:val="none" w:sz="0" w:space="0" w:color="auto"/>
          </w:divBdr>
          <w:divsChild>
            <w:div w:id="198431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3</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050S-Zhang, Dan - Le Hua</cp:lastModifiedBy>
  <cp:revision>110</cp:revision>
  <dcterms:created xsi:type="dcterms:W3CDTF">2021-10-25T16:36:00Z</dcterms:created>
  <dcterms:modified xsi:type="dcterms:W3CDTF">2022-02-19T21:03:00Z</dcterms:modified>
</cp:coreProperties>
</file>